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FD169" w14:textId="5409EAE2" w:rsidR="00064D16" w:rsidRDefault="007B65F6" w:rsidP="004A6F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BILANCIO DELLE COMPETENZE DEL DOCENTE</w:t>
      </w:r>
      <w:r w:rsidR="001F4B46">
        <w:rPr>
          <w:rFonts w:ascii="Times New Roman" w:hAnsi="Times New Roman" w:cs="Times New Roman"/>
          <w:b/>
          <w:sz w:val="20"/>
          <w:szCs w:val="20"/>
        </w:rPr>
        <w:t xml:space="preserve"> IN INGRESSO</w:t>
      </w:r>
      <w:bookmarkStart w:id="0" w:name="_GoBack"/>
      <w:bookmarkEnd w:id="0"/>
    </w:p>
    <w:p w14:paraId="014A91BE" w14:textId="77777777" w:rsidR="007B65F6" w:rsidRPr="004A6FE1" w:rsidRDefault="007B65F6" w:rsidP="004A6F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2D15F05" w14:textId="77777777" w:rsidR="00A001B5" w:rsidRPr="004A6FE1" w:rsidRDefault="00A001B5" w:rsidP="004A6F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370D4D" w14:textId="77777777" w:rsidR="00A001B5" w:rsidRPr="004A6FE1" w:rsidRDefault="00A001B5" w:rsidP="004A6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A6FE1">
        <w:rPr>
          <w:rFonts w:ascii="Times New Roman" w:hAnsi="Times New Roman" w:cs="Times New Roman"/>
          <w:color w:val="000000"/>
          <w:sz w:val="20"/>
          <w:szCs w:val="20"/>
        </w:rPr>
        <w:t>Lo sviluppo professionale del docente nel periodo di inserimento professionale afferisce ai se</w:t>
      </w:r>
      <w:r w:rsidR="008A47FC" w:rsidRPr="004A6FE1">
        <w:rPr>
          <w:rFonts w:ascii="Times New Roman" w:hAnsi="Times New Roman" w:cs="Times New Roman"/>
          <w:color w:val="000000"/>
          <w:sz w:val="20"/>
          <w:szCs w:val="20"/>
        </w:rPr>
        <w:t>guenti sei ambiti di intervento</w:t>
      </w:r>
      <w:r w:rsidR="00274E4F" w:rsidRPr="004A6FE1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="00021E3C">
        <w:rPr>
          <w:rFonts w:ascii="Times New Roman" w:hAnsi="Times New Roman" w:cs="Times New Roman"/>
          <w:color w:val="000000"/>
          <w:sz w:val="20"/>
          <w:szCs w:val="20"/>
        </w:rPr>
        <w:t xml:space="preserve">Delibera n. 808/2917- </w:t>
      </w:r>
      <w:r w:rsidR="00274E4F" w:rsidRPr="004A6FE1">
        <w:rPr>
          <w:rFonts w:ascii="Times New Roman" w:hAnsi="Times New Roman" w:cs="Times New Roman"/>
          <w:color w:val="000000"/>
          <w:sz w:val="20"/>
          <w:szCs w:val="20"/>
        </w:rPr>
        <w:t>art. 2)</w:t>
      </w:r>
      <w:r w:rsidR="008A47FC" w:rsidRPr="004A6FE1">
        <w:rPr>
          <w:rFonts w:ascii="Times New Roman" w:hAnsi="Times New Roman" w:cs="Times New Roman"/>
          <w:color w:val="000000"/>
          <w:sz w:val="20"/>
          <w:szCs w:val="20"/>
        </w:rPr>
        <w:t>, suddivisi in tre aree</w:t>
      </w:r>
    </w:p>
    <w:p w14:paraId="2C05E537" w14:textId="77777777" w:rsidR="007954BF" w:rsidRPr="004A6FE1" w:rsidRDefault="007954BF" w:rsidP="004A6F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374931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I.   AREA DELLE COMPETENZE RELATIV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E ALL’INSEGNAMENTO (Didattica) </w:t>
      </w:r>
    </w:p>
    <w:p w14:paraId="58FFD150" w14:textId="77777777" w:rsidR="007954BF" w:rsidRPr="004A6FE1" w:rsidRDefault="00274E4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O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>rganizzare situazioni di apprendimento, affiancamento e consulenza</w:t>
      </w:r>
    </w:p>
    <w:p w14:paraId="690DD548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Coinvolgere gli </w:t>
      </w:r>
      <w:r w:rsidR="00274E4F" w:rsidRPr="004A6FE1">
        <w:rPr>
          <w:rFonts w:ascii="Times New Roman" w:eastAsia="Times New Roman" w:hAnsi="Times New Roman" w:cs="Times New Roman"/>
          <w:sz w:val="20"/>
          <w:szCs w:val="20"/>
        </w:rPr>
        <w:t>studenti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nel processo di apprendimento</w:t>
      </w:r>
    </w:p>
    <w:p w14:paraId="52BC2896" w14:textId="77777777" w:rsidR="008615BE" w:rsidRPr="004A6FE1" w:rsidRDefault="008615BE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Osservare e valutare gli allievi </w:t>
      </w:r>
    </w:p>
    <w:p w14:paraId="176DDEE2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</w:p>
    <w:p w14:paraId="6D0C3627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II. AREA DELLE COMPETENZE RELATIVE ALLA PARTECIPAZIONE ALLA VITA </w:t>
      </w:r>
      <w:r w:rsidR="00F27136" w:rsidRPr="004A6FE1">
        <w:rPr>
          <w:rFonts w:ascii="Times New Roman" w:eastAsia="Times New Roman" w:hAnsi="Times New Roman" w:cs="Times New Roman"/>
          <w:sz w:val="20"/>
          <w:szCs w:val="20"/>
        </w:rPr>
        <w:t>SCOLASTICA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(Organizzazione)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08865CE6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Lavorare in gruppo </w:t>
      </w:r>
      <w:r w:rsidR="008615BE" w:rsidRPr="004A6FE1">
        <w:rPr>
          <w:rFonts w:ascii="Times New Roman" w:eastAsia="Times New Roman" w:hAnsi="Times New Roman" w:cs="Times New Roman"/>
          <w:sz w:val="20"/>
          <w:szCs w:val="20"/>
        </w:rPr>
        <w:t xml:space="preserve">e in equipe 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5A6983B" w14:textId="77777777" w:rsidR="007954BF" w:rsidRPr="004A6FE1" w:rsidRDefault="007954BF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Partecipare alla gestione della scuola </w:t>
      </w:r>
    </w:p>
    <w:p w14:paraId="032ADD83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</w:p>
    <w:p w14:paraId="1E80A868" w14:textId="77777777" w:rsidR="007954BF" w:rsidRPr="004A6FE1" w:rsidRDefault="007954BF" w:rsidP="004A6FE1">
      <w:pPr>
        <w:spacing w:after="0" w:line="240" w:lineRule="auto"/>
        <w:ind w:left="1440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III.  AREA DELLE 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>COMPETENZE RELATIVE ALLA</w:t>
      </w: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 FORMAZIONE</w:t>
      </w:r>
      <w:r w:rsidR="00B62C1D" w:rsidRPr="004A6FE1">
        <w:rPr>
          <w:rFonts w:ascii="Times New Roman" w:eastAsia="Times New Roman" w:hAnsi="Times New Roman" w:cs="Times New Roman"/>
          <w:sz w:val="20"/>
          <w:szCs w:val="20"/>
        </w:rPr>
        <w:t xml:space="preserve"> PROFESSIONALE</w:t>
      </w:r>
      <w:r w:rsidR="004A6FE1">
        <w:rPr>
          <w:rFonts w:ascii="Times New Roman" w:eastAsia="Times New Roman" w:hAnsi="Times New Roman" w:cs="Times New Roman"/>
          <w:sz w:val="20"/>
          <w:szCs w:val="20"/>
        </w:rPr>
        <w:t xml:space="preserve"> (Professionalità) </w:t>
      </w:r>
    </w:p>
    <w:p w14:paraId="48C97201" w14:textId="321B1B6D" w:rsidR="007954BF" w:rsidRPr="004A6FE1" w:rsidRDefault="00BA77A5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Assolvere ai doveri e ai</w:t>
      </w:r>
      <w:r w:rsidR="003C4737">
        <w:rPr>
          <w:rFonts w:ascii="Times New Roman" w:eastAsia="Times New Roman" w:hAnsi="Times New Roman" w:cs="Times New Roman"/>
          <w:sz w:val="20"/>
          <w:szCs w:val="20"/>
        </w:rPr>
        <w:t xml:space="preserve"> pr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>i</w:t>
      </w:r>
      <w:r w:rsidR="003C4737">
        <w:rPr>
          <w:rFonts w:ascii="Times New Roman" w:eastAsia="Times New Roman" w:hAnsi="Times New Roman" w:cs="Times New Roman"/>
          <w:sz w:val="20"/>
          <w:szCs w:val="20"/>
        </w:rPr>
        <w:t>ncipi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 etici della professione </w:t>
      </w:r>
    </w:p>
    <w:p w14:paraId="73276122" w14:textId="77777777" w:rsidR="007954BF" w:rsidRPr="004A6FE1" w:rsidRDefault="00D30AC7" w:rsidP="004A6FE1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 xml:space="preserve">Utilizzare 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le nuove tecnologie per le attività </w:t>
      </w:r>
      <w:r w:rsidR="00274E4F" w:rsidRPr="004A6FE1">
        <w:rPr>
          <w:rFonts w:ascii="Times New Roman" w:eastAsia="Times New Roman" w:hAnsi="Times New Roman" w:cs="Times New Roman"/>
          <w:sz w:val="20"/>
          <w:szCs w:val="20"/>
        </w:rPr>
        <w:t xml:space="preserve">didattiche e </w:t>
      </w:r>
      <w:r w:rsidR="007954BF" w:rsidRPr="004A6FE1">
        <w:rPr>
          <w:rFonts w:ascii="Times New Roman" w:eastAsia="Times New Roman" w:hAnsi="Times New Roman" w:cs="Times New Roman"/>
          <w:sz w:val="20"/>
          <w:szCs w:val="20"/>
        </w:rPr>
        <w:t xml:space="preserve">progettuali, organizzative e formative </w:t>
      </w:r>
    </w:p>
    <w:p w14:paraId="48C64E36" w14:textId="77777777" w:rsidR="007954BF" w:rsidRPr="004A6FE1" w:rsidRDefault="007954BF" w:rsidP="00C4095D">
      <w:pPr>
        <w:pStyle w:val="Paragrafoelenco"/>
        <w:numPr>
          <w:ilvl w:val="0"/>
          <w:numId w:val="12"/>
        </w:numPr>
        <w:ind w:left="1800"/>
        <w:jc w:val="left"/>
        <w:rPr>
          <w:rFonts w:ascii="Times New Roman" w:eastAsia="Times New Roman" w:hAnsi="Times New Roman" w:cs="Times New Roman"/>
          <w:sz w:val="20"/>
          <w:szCs w:val="20"/>
        </w:rPr>
      </w:pPr>
      <w:r w:rsidRPr="004A6FE1">
        <w:rPr>
          <w:rFonts w:ascii="Times New Roman" w:eastAsia="Times New Roman" w:hAnsi="Times New Roman" w:cs="Times New Roman"/>
          <w:sz w:val="20"/>
          <w:szCs w:val="20"/>
        </w:rPr>
        <w:t>Curare la propria formazione continua</w:t>
      </w:r>
    </w:p>
    <w:p w14:paraId="7AB34701" w14:textId="31964F7F" w:rsidR="00E4421B" w:rsidRDefault="00E4421B" w:rsidP="00C4095D">
      <w:pPr>
        <w:rPr>
          <w:rFonts w:ascii="Times New Roman" w:hAnsi="Times New Roman" w:cs="Times New Roman"/>
        </w:rPr>
      </w:pPr>
    </w:p>
    <w:p w14:paraId="6E7476DA" w14:textId="0500807C" w:rsidR="007B65F6" w:rsidRDefault="007B65F6" w:rsidP="00C4095D">
      <w:pPr>
        <w:rPr>
          <w:rFonts w:ascii="Times New Roman" w:hAnsi="Times New Roman" w:cs="Times New Roman"/>
        </w:rPr>
      </w:pPr>
    </w:p>
    <w:tbl>
      <w:tblPr>
        <w:tblW w:w="13675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2"/>
        <w:gridCol w:w="2043"/>
      </w:tblGrid>
      <w:tr w:rsidR="007B65F6" w:rsidRPr="003C4737" w14:paraId="0C725D4B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1CAA735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en-GB" w:eastAsia="en-GB"/>
              </w:rPr>
              <w:t>LIVELLI DI COMPETENZE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267D47CA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en-GB" w:eastAsia="en-GB"/>
              </w:rPr>
              <w:t>LIVELLI</w:t>
            </w:r>
          </w:p>
        </w:tc>
      </w:tr>
      <w:tr w:rsidR="007B65F6" w:rsidRPr="003C4737" w14:paraId="38673123" w14:textId="77777777" w:rsidTr="007B65F6">
        <w:trPr>
          <w:trHeight w:val="30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A71ACC3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Principiante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 xml:space="preserve">. C’è ancora molto su cui lavorare. 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15FD7641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</w:tr>
      <w:tr w:rsidR="007B65F6" w:rsidRPr="003C4737" w14:paraId="617CA4E2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9D4D2E5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Base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Sono in una fase di work in progress!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24AB8A76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</w:tr>
      <w:tr w:rsidR="007B65F6" w:rsidRPr="003C4737" w14:paraId="3DFEA234" w14:textId="77777777" w:rsidTr="007B65F6">
        <w:trPr>
          <w:trHeight w:val="112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5CE5EC0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Livello Avanzato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C'è ancora un margine di miglioramento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5915ADC3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</w:tr>
      <w:tr w:rsidR="007B65F6" w:rsidRPr="00C4095D" w14:paraId="272D32BF" w14:textId="77777777" w:rsidTr="007B65F6">
        <w:trPr>
          <w:trHeight w:val="107"/>
        </w:trPr>
        <w:tc>
          <w:tcPr>
            <w:tcW w:w="1163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CA16F11" w14:textId="77777777" w:rsidR="007B65F6" w:rsidRPr="003C4737" w:rsidRDefault="007B65F6" w:rsidP="009E6B30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 xml:space="preserve">Livello </w:t>
            </w:r>
            <w:proofErr w:type="spellStart"/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Mastery</w:t>
            </w:r>
            <w:proofErr w:type="spellEnd"/>
            <w:r w:rsidRPr="003C4737">
              <w:rPr>
                <w:rFonts w:ascii="Times New Roman" w:eastAsia="Times New Roman" w:hAnsi="Times New Roman" w:cs="Times New Roman"/>
                <w:b/>
                <w:i/>
                <w:color w:val="333333"/>
                <w:sz w:val="18"/>
                <w:szCs w:val="18"/>
                <w:lang w:eastAsia="en-GB"/>
              </w:rPr>
              <w:t>/Padronanza</w:t>
            </w:r>
            <w:r w:rsidRPr="003C4737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en-GB"/>
              </w:rPr>
              <w:t>. Sono soddisfatto/a di me!</w:t>
            </w:r>
          </w:p>
        </w:tc>
        <w:tc>
          <w:tcPr>
            <w:tcW w:w="204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/>
          </w:tcPr>
          <w:p w14:paraId="082ED8A3" w14:textId="77777777" w:rsidR="007B65F6" w:rsidRPr="003C4737" w:rsidRDefault="007B65F6" w:rsidP="009E6B30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</w:pPr>
            <w:r w:rsidRPr="003C4737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</w:tr>
    </w:tbl>
    <w:p w14:paraId="7F4DCF1D" w14:textId="670F82F8" w:rsidR="007B65F6" w:rsidRDefault="007B65F6" w:rsidP="00C4095D">
      <w:pPr>
        <w:rPr>
          <w:rFonts w:ascii="Times New Roman" w:hAnsi="Times New Roman" w:cs="Times New Roman"/>
        </w:rPr>
      </w:pPr>
    </w:p>
    <w:p w14:paraId="5920529D" w14:textId="0F221A4C" w:rsidR="007B65F6" w:rsidRDefault="007B65F6" w:rsidP="00C4095D">
      <w:pPr>
        <w:rPr>
          <w:rFonts w:ascii="Times New Roman" w:hAnsi="Times New Roman" w:cs="Times New Roman"/>
        </w:rPr>
      </w:pPr>
    </w:p>
    <w:p w14:paraId="2A578258" w14:textId="7A302E4D" w:rsidR="007B65F6" w:rsidRDefault="007B65F6" w:rsidP="00C4095D">
      <w:pPr>
        <w:rPr>
          <w:rFonts w:ascii="Times New Roman" w:hAnsi="Times New Roman" w:cs="Times New Roman"/>
        </w:rPr>
      </w:pPr>
    </w:p>
    <w:p w14:paraId="256D32FD" w14:textId="6949E6DB" w:rsidR="007B65F6" w:rsidRDefault="007B65F6" w:rsidP="00C4095D">
      <w:pPr>
        <w:rPr>
          <w:rFonts w:ascii="Times New Roman" w:hAnsi="Times New Roman" w:cs="Times New Roman"/>
        </w:rPr>
      </w:pPr>
    </w:p>
    <w:p w14:paraId="62033345" w14:textId="14CA390A" w:rsidR="007B65F6" w:rsidRDefault="007B65F6" w:rsidP="00C4095D">
      <w:pPr>
        <w:rPr>
          <w:rFonts w:ascii="Times New Roman" w:hAnsi="Times New Roman" w:cs="Times New Roman"/>
        </w:rPr>
      </w:pPr>
    </w:p>
    <w:p w14:paraId="2CFAF5E6" w14:textId="77777777" w:rsidR="007B65F6" w:rsidRPr="00C4095D" w:rsidRDefault="007B65F6" w:rsidP="00C4095D">
      <w:pPr>
        <w:rPr>
          <w:rFonts w:ascii="Times New Roman" w:hAnsi="Times New Roman" w:cs="Times New Roman"/>
        </w:rPr>
      </w:pPr>
    </w:p>
    <w:tbl>
      <w:tblPr>
        <w:tblStyle w:val="Grigliatabella"/>
        <w:tblW w:w="14823" w:type="dxa"/>
        <w:tblLayout w:type="fixed"/>
        <w:tblLook w:val="04A0" w:firstRow="1" w:lastRow="0" w:firstColumn="1" w:lastColumn="0" w:noHBand="0" w:noVBand="1"/>
      </w:tblPr>
      <w:tblGrid>
        <w:gridCol w:w="2959"/>
        <w:gridCol w:w="10612"/>
        <w:gridCol w:w="300"/>
        <w:gridCol w:w="289"/>
        <w:gridCol w:w="348"/>
        <w:gridCol w:w="315"/>
      </w:tblGrid>
      <w:tr w:rsidR="003E0065" w:rsidRPr="004A6FE1" w14:paraId="024672AA" w14:textId="77777777" w:rsidTr="003E0065">
        <w:trPr>
          <w:trHeight w:val="407"/>
        </w:trPr>
        <w:tc>
          <w:tcPr>
            <w:tcW w:w="2959" w:type="dxa"/>
          </w:tcPr>
          <w:p w14:paraId="31EF76E2" w14:textId="77777777" w:rsidR="003E0065" w:rsidRPr="004A6FE1" w:rsidRDefault="003E0065" w:rsidP="00C4095D">
            <w:pP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 xml:space="preserve">      AREA                                                               </w:t>
            </w:r>
          </w:p>
        </w:tc>
        <w:tc>
          <w:tcPr>
            <w:tcW w:w="10612" w:type="dxa"/>
          </w:tcPr>
          <w:p w14:paraId="4AB091BF" w14:textId="77777777" w:rsidR="003E0065" w:rsidRPr="004A6FE1" w:rsidRDefault="003E0065" w:rsidP="004A6FE1">
            <w:pPr>
              <w:jc w:val="center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                         COMPETENZE                                                                                                  </w:t>
            </w:r>
          </w:p>
        </w:tc>
        <w:tc>
          <w:tcPr>
            <w:tcW w:w="1252" w:type="dxa"/>
            <w:gridSpan w:val="4"/>
          </w:tcPr>
          <w:p w14:paraId="72D41776" w14:textId="77777777" w:rsidR="003E0065" w:rsidRPr="004A6FE1" w:rsidRDefault="003E0065" w:rsidP="001E392B">
            <w:pPr>
              <w:jc w:val="center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LIVELLI</w:t>
            </w:r>
          </w:p>
        </w:tc>
      </w:tr>
      <w:tr w:rsidR="00505AC1" w:rsidRPr="00C4095D" w14:paraId="44EB1CDB" w14:textId="77777777" w:rsidTr="00E418DD">
        <w:trPr>
          <w:trHeight w:val="246"/>
        </w:trPr>
        <w:tc>
          <w:tcPr>
            <w:tcW w:w="13571" w:type="dxa"/>
            <w:gridSpan w:val="2"/>
          </w:tcPr>
          <w:p w14:paraId="79DCC455" w14:textId="77777777" w:rsidR="00505AC1" w:rsidRPr="00C4095D" w:rsidRDefault="00505AC1" w:rsidP="004A6F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95D">
              <w:rPr>
                <w:rFonts w:ascii="Times New Roman" w:eastAsia="Open Sans" w:hAnsi="Times New Roman" w:cs="Times New Roman"/>
                <w:b/>
              </w:rPr>
              <w:t>AREA DELLE COMPETENZE RELATIVE ALL’INSEGNAMENTO</w:t>
            </w:r>
          </w:p>
        </w:tc>
        <w:tc>
          <w:tcPr>
            <w:tcW w:w="300" w:type="dxa"/>
          </w:tcPr>
          <w:p w14:paraId="2564F3DB" w14:textId="113C92AA" w:rsidR="00505AC1" w:rsidRPr="00730509" w:rsidRDefault="00505AC1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9" w:type="dxa"/>
          </w:tcPr>
          <w:p w14:paraId="2CEBDF84" w14:textId="5BD34073" w:rsidR="00505AC1" w:rsidRPr="00730509" w:rsidRDefault="00505AC1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8" w:type="dxa"/>
          </w:tcPr>
          <w:p w14:paraId="6FEAA550" w14:textId="525C5A90" w:rsidR="00505AC1" w:rsidRPr="00730509" w:rsidRDefault="00505AC1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5" w:type="dxa"/>
          </w:tcPr>
          <w:p w14:paraId="17D4F084" w14:textId="3C0B1789" w:rsidR="00505AC1" w:rsidRPr="00730509" w:rsidRDefault="00505AC1" w:rsidP="004A6FE1">
            <w:pPr>
              <w:rPr>
                <w:rFonts w:ascii="Times New Roman" w:hAnsi="Times New Roman" w:cs="Times New Roman"/>
                <w:b/>
              </w:rPr>
            </w:pPr>
            <w:r w:rsidRPr="0073050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E0065" w:rsidRPr="00C4095D" w14:paraId="3C7E6FB4" w14:textId="77777777" w:rsidTr="00D81373">
        <w:trPr>
          <w:trHeight w:val="605"/>
        </w:trPr>
        <w:tc>
          <w:tcPr>
            <w:tcW w:w="2959" w:type="dxa"/>
          </w:tcPr>
          <w:p w14:paraId="0ABED2E8" w14:textId="77777777" w:rsidR="003E0065" w:rsidRPr="001E392B" w:rsidRDefault="003E0065" w:rsidP="004A6FE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392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Organizzare situazioni di apprendimento, affiancamento e consulenza</w:t>
            </w:r>
          </w:p>
        </w:tc>
        <w:tc>
          <w:tcPr>
            <w:tcW w:w="10612" w:type="dxa"/>
          </w:tcPr>
          <w:p w14:paraId="55ADBD7C" w14:textId="77777777" w:rsidR="003E0065" w:rsidRPr="00C4095D" w:rsidRDefault="003E0065" w:rsidP="004A6FE1">
            <w:pPr>
              <w:pStyle w:val="Paragrafoelenco"/>
              <w:jc w:val="left"/>
              <w:rPr>
                <w:rFonts w:ascii="Times New Roman" w:hAnsi="Times New Roman" w:cs="Times New Roman"/>
              </w:rPr>
            </w:pPr>
          </w:p>
          <w:p w14:paraId="054B2886" w14:textId="77777777" w:rsidR="003E0065" w:rsidRPr="00C4095D" w:rsidRDefault="003E0065" w:rsidP="004A6FE1">
            <w:pPr>
              <w:pStyle w:val="Normale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300" w:type="dxa"/>
          </w:tcPr>
          <w:p w14:paraId="2F5E546D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0D9B8D5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B94980C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1E99E7F1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65159C1" w14:textId="77777777" w:rsidTr="00D81373">
        <w:trPr>
          <w:trHeight w:val="407"/>
        </w:trPr>
        <w:tc>
          <w:tcPr>
            <w:tcW w:w="2959" w:type="dxa"/>
          </w:tcPr>
          <w:p w14:paraId="599024F4" w14:textId="77777777" w:rsidR="003E0065" w:rsidRPr="00C4095D" w:rsidRDefault="003E0065" w:rsidP="004A6FE1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09E6994F" w14:textId="2565ABA1" w:rsidR="003E0065" w:rsidRPr="001E392B" w:rsidRDefault="003E0065" w:rsidP="003E0065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Conosco e perseguo</w:t>
            </w:r>
            <w:r w:rsidRPr="001E39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traguardi delle competenze e gli obiettivi specifici espressi </w:t>
            </w: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nelle Indicazioni Nazionali e nelle Indicazioni Provinciali dell’Intendenza scolastica italiana della provincia di Bolzano</w:t>
            </w:r>
          </w:p>
        </w:tc>
        <w:tc>
          <w:tcPr>
            <w:tcW w:w="300" w:type="dxa"/>
          </w:tcPr>
          <w:p w14:paraId="6E94180E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26BBF4E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A96F4AB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C351C16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9E96595" w14:textId="77777777" w:rsidTr="00D81373">
        <w:trPr>
          <w:trHeight w:val="246"/>
        </w:trPr>
        <w:tc>
          <w:tcPr>
            <w:tcW w:w="2959" w:type="dxa"/>
          </w:tcPr>
          <w:p w14:paraId="39ED2C56" w14:textId="77777777" w:rsidR="003E0065" w:rsidRPr="00C4095D" w:rsidRDefault="003E0065" w:rsidP="004A6FE1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5ACAB64F" w14:textId="2CD4550C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Definisco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gli obiettivi di apprendimento in linea con uno sviluppo verticale del curricolo</w:t>
            </w:r>
          </w:p>
        </w:tc>
        <w:tc>
          <w:tcPr>
            <w:tcW w:w="300" w:type="dxa"/>
          </w:tcPr>
          <w:p w14:paraId="2DC0D116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221168" w14:textId="77777777" w:rsidR="003E0065" w:rsidRPr="001E392B" w:rsidRDefault="003E0065" w:rsidP="004A6F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0B02A983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02DBB32" w14:textId="77777777" w:rsidR="003E0065" w:rsidRPr="00C4095D" w:rsidRDefault="003E0065" w:rsidP="004A6FE1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67F7E82" w14:textId="77777777" w:rsidTr="00D81373">
        <w:trPr>
          <w:trHeight w:val="246"/>
        </w:trPr>
        <w:tc>
          <w:tcPr>
            <w:tcW w:w="2959" w:type="dxa"/>
          </w:tcPr>
          <w:p w14:paraId="69EAE75C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73BA9347" w14:textId="1E5672D3" w:rsidR="003E0065" w:rsidRPr="003E0065" w:rsidRDefault="003E0065" w:rsidP="003E0065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Progetto le attività didattiche tenendo in considerazione le competenze chiave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descritte </w:t>
            </w:r>
            <w:r w:rsidRPr="003E006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nelle Indicazioni Nazionali</w:t>
            </w:r>
          </w:p>
        </w:tc>
        <w:tc>
          <w:tcPr>
            <w:tcW w:w="300" w:type="dxa"/>
          </w:tcPr>
          <w:p w14:paraId="57B10959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3DC06D3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A2B385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71E300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F6F9684" w14:textId="77777777" w:rsidTr="00D81373">
        <w:trPr>
          <w:trHeight w:val="246"/>
        </w:trPr>
        <w:tc>
          <w:tcPr>
            <w:tcW w:w="2959" w:type="dxa"/>
          </w:tcPr>
          <w:p w14:paraId="34250AA8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612" w:type="dxa"/>
          </w:tcPr>
          <w:p w14:paraId="0C16A92C" w14:textId="50702BC1" w:rsidR="003E0065" w:rsidRPr="001E392B" w:rsidRDefault="003E0065" w:rsidP="008A0ED7">
            <w:pPr>
              <w:pStyle w:val="Paragrafoelenco"/>
              <w:ind w:left="18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Progetto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le attività didattiche prestando attenzione alle conoscenze pregresse degli studenti  </w:t>
            </w:r>
          </w:p>
        </w:tc>
        <w:tc>
          <w:tcPr>
            <w:tcW w:w="300" w:type="dxa"/>
          </w:tcPr>
          <w:p w14:paraId="5C64C42A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0C66E87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78B00C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AA9433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FDC36BC" w14:textId="77777777" w:rsidTr="00D81373">
        <w:trPr>
          <w:trHeight w:val="246"/>
        </w:trPr>
        <w:tc>
          <w:tcPr>
            <w:tcW w:w="2959" w:type="dxa"/>
          </w:tcPr>
          <w:p w14:paraId="16EDF64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420E0811" w14:textId="38F691A5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Progetto</w:t>
            </w:r>
            <w:r w:rsidRPr="001E392B">
              <w:rPr>
                <w:sz w:val="18"/>
                <w:szCs w:val="18"/>
              </w:rPr>
              <w:t xml:space="preserve"> le attività della classe ponendo attenzione  alle necessità degli </w:t>
            </w:r>
            <w:r w:rsidRPr="001E392B">
              <w:rPr>
                <w:color w:val="000000"/>
                <w:sz w:val="18"/>
                <w:szCs w:val="18"/>
              </w:rPr>
              <w:t>allievi con bisogni</w:t>
            </w:r>
            <w:r>
              <w:rPr>
                <w:color w:val="000000"/>
                <w:sz w:val="18"/>
                <w:szCs w:val="18"/>
              </w:rPr>
              <w:t xml:space="preserve"> educativi</w:t>
            </w:r>
            <w:r w:rsidRPr="001E392B">
              <w:rPr>
                <w:color w:val="000000"/>
                <w:sz w:val="18"/>
                <w:szCs w:val="18"/>
              </w:rPr>
              <w:t xml:space="preserve"> speciali </w:t>
            </w:r>
          </w:p>
        </w:tc>
        <w:tc>
          <w:tcPr>
            <w:tcW w:w="300" w:type="dxa"/>
          </w:tcPr>
          <w:p w14:paraId="2F583AD6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6D5E23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654DE0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70D5ADC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ABB6503" w14:textId="77777777" w:rsidTr="00D81373">
        <w:trPr>
          <w:trHeight w:val="407"/>
        </w:trPr>
        <w:tc>
          <w:tcPr>
            <w:tcW w:w="2959" w:type="dxa"/>
          </w:tcPr>
          <w:p w14:paraId="2E2C9EF8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00DB4D50" w14:textId="1DEC7CE5" w:rsidR="003E0065" w:rsidRPr="001E392B" w:rsidRDefault="003E0065" w:rsidP="008A0ED7">
            <w:pPr>
              <w:pStyle w:val="NormaleWeb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(SOSTEGNO) Elaboro</w:t>
            </w:r>
            <w:r w:rsidRPr="001E392B">
              <w:rPr>
                <w:sz w:val="18"/>
                <w:szCs w:val="18"/>
              </w:rPr>
              <w:t xml:space="preserve"> </w:t>
            </w:r>
            <w:r w:rsidRPr="003E0065">
              <w:rPr>
                <w:sz w:val="18"/>
                <w:szCs w:val="18"/>
              </w:rPr>
              <w:t>piani educativi/didattici</w:t>
            </w:r>
            <w:r>
              <w:rPr>
                <w:sz w:val="18"/>
                <w:szCs w:val="18"/>
              </w:rPr>
              <w:t xml:space="preserve"> inclusivi (PEI</w:t>
            </w:r>
            <w:r w:rsidRPr="001E392B">
              <w:rPr>
                <w:sz w:val="18"/>
                <w:szCs w:val="18"/>
              </w:rPr>
              <w:t>, PDP) per rispondere in modo efficace alle necessità di ogni alunno</w:t>
            </w:r>
          </w:p>
        </w:tc>
        <w:tc>
          <w:tcPr>
            <w:tcW w:w="300" w:type="dxa"/>
          </w:tcPr>
          <w:p w14:paraId="7831B8E5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68F2A4C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D56636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563120D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4BD4B50" w14:textId="77777777" w:rsidTr="00D81373">
        <w:trPr>
          <w:trHeight w:val="246"/>
        </w:trPr>
        <w:tc>
          <w:tcPr>
            <w:tcW w:w="2959" w:type="dxa"/>
          </w:tcPr>
          <w:p w14:paraId="621EFC94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59CCA776" w14:textId="2FD85A3A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Conosco e utilizzo</w:t>
            </w:r>
            <w:r w:rsidRPr="001E392B">
              <w:rPr>
                <w:sz w:val="18"/>
                <w:szCs w:val="18"/>
              </w:rPr>
              <w:t xml:space="preserve"> metodologie didattiche adeguate alle esigenze e ai bisogni del gruppo classe</w:t>
            </w:r>
          </w:p>
        </w:tc>
        <w:tc>
          <w:tcPr>
            <w:tcW w:w="300" w:type="dxa"/>
          </w:tcPr>
          <w:p w14:paraId="1B4130B6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EF67D9A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13D3B5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651B1E06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E58F748" w14:textId="77777777" w:rsidTr="00D81373">
        <w:trPr>
          <w:trHeight w:val="246"/>
        </w:trPr>
        <w:tc>
          <w:tcPr>
            <w:tcW w:w="2959" w:type="dxa"/>
          </w:tcPr>
          <w:p w14:paraId="2CFF1EBF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0612" w:type="dxa"/>
          </w:tcPr>
          <w:p w14:paraId="524B4154" w14:textId="19C93631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</w:t>
            </w:r>
            <w:r w:rsidRPr="001E392B">
              <w:rPr>
                <w:sz w:val="18"/>
                <w:szCs w:val="18"/>
              </w:rPr>
              <w:t xml:space="preserve"> creare un clima d’aula sereno basato</w:t>
            </w:r>
            <w:r>
              <w:rPr>
                <w:sz w:val="18"/>
                <w:szCs w:val="18"/>
              </w:rPr>
              <w:t xml:space="preserve"> sul</w:t>
            </w:r>
            <w:r w:rsidRPr="001E392B">
              <w:rPr>
                <w:sz w:val="18"/>
                <w:szCs w:val="18"/>
              </w:rPr>
              <w:t>la collaborazione e il rispetto</w:t>
            </w:r>
          </w:p>
        </w:tc>
        <w:tc>
          <w:tcPr>
            <w:tcW w:w="300" w:type="dxa"/>
          </w:tcPr>
          <w:p w14:paraId="2C161958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6D71909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4E866D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2BDB6D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7B5C6DA1" w14:textId="77777777" w:rsidTr="00D81373">
        <w:trPr>
          <w:trHeight w:val="246"/>
        </w:trPr>
        <w:tc>
          <w:tcPr>
            <w:tcW w:w="2959" w:type="dxa"/>
          </w:tcPr>
          <w:p w14:paraId="46135ED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702A8591" w14:textId="659E6EF2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Monitoro e verifico</w:t>
            </w:r>
            <w:r w:rsidRPr="001E392B">
              <w:rPr>
                <w:sz w:val="18"/>
                <w:szCs w:val="18"/>
              </w:rPr>
              <w:t xml:space="preserve"> gli impatti delle attività didattiche </w:t>
            </w:r>
          </w:p>
        </w:tc>
        <w:tc>
          <w:tcPr>
            <w:tcW w:w="300" w:type="dxa"/>
          </w:tcPr>
          <w:p w14:paraId="2A530A9B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ECAAAC2" w14:textId="77777777" w:rsidR="003E0065" w:rsidRPr="001E392B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005B52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602BF5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17E27072" w14:textId="77777777" w:rsidTr="00D81373">
        <w:trPr>
          <w:trHeight w:val="407"/>
        </w:trPr>
        <w:tc>
          <w:tcPr>
            <w:tcW w:w="2959" w:type="dxa"/>
          </w:tcPr>
          <w:p w14:paraId="23E6C468" w14:textId="77777777" w:rsidR="003E0065" w:rsidRPr="001E392B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392B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Osservare e valutare gli allievi </w:t>
            </w:r>
          </w:p>
        </w:tc>
        <w:tc>
          <w:tcPr>
            <w:tcW w:w="10612" w:type="dxa"/>
          </w:tcPr>
          <w:p w14:paraId="67099AA0" w14:textId="77777777" w:rsidR="003E0065" w:rsidRPr="00C4095D" w:rsidRDefault="003E0065" w:rsidP="008A0ED7">
            <w:pPr>
              <w:pStyle w:val="Normale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0" w:type="dxa"/>
          </w:tcPr>
          <w:p w14:paraId="767DEBF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7D1C4D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5790D7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005C81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61A9AB46" w14:textId="77777777" w:rsidTr="00D81373">
        <w:trPr>
          <w:trHeight w:val="444"/>
        </w:trPr>
        <w:tc>
          <w:tcPr>
            <w:tcW w:w="2959" w:type="dxa"/>
            <w:shd w:val="clear" w:color="auto" w:fill="auto"/>
          </w:tcPr>
          <w:p w14:paraId="6500730B" w14:textId="77777777" w:rsidR="003E0065" w:rsidRPr="00C4095D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612" w:type="dxa"/>
            <w:shd w:val="clear" w:color="auto" w:fill="auto"/>
          </w:tcPr>
          <w:p w14:paraId="5D4A5E96" w14:textId="4497733F" w:rsidR="003E0065" w:rsidRPr="004A6FE1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Sono</w:t>
            </w:r>
            <w:r w:rsidRPr="004A6FE1">
              <w:rPr>
                <w:rFonts w:ascii="Times New Roman" w:hAnsi="Times New Roman" w:cs="Times New Roman"/>
                <w:sz w:val="18"/>
                <w:szCs w:val="18"/>
              </w:rPr>
              <w:t xml:space="preserve"> trasparente nella comunicazione valutativa (chiarezza dei criteri, metodi, indica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tori e condivisione con alunni)</w:t>
            </w:r>
          </w:p>
        </w:tc>
        <w:tc>
          <w:tcPr>
            <w:tcW w:w="300" w:type="dxa"/>
          </w:tcPr>
          <w:p w14:paraId="091B886C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04D483E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FD91E0F" w14:textId="77777777" w:rsidR="003E0065" w:rsidRPr="004A6FE1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762ED6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C7DD0BD" w14:textId="77777777" w:rsidTr="00D81373">
        <w:trPr>
          <w:trHeight w:val="269"/>
        </w:trPr>
        <w:tc>
          <w:tcPr>
            <w:tcW w:w="2959" w:type="dxa"/>
          </w:tcPr>
          <w:p w14:paraId="451C929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743095DA" w14:textId="31F1AA9F" w:rsidR="003E0065" w:rsidRPr="001E392B" w:rsidRDefault="003E0065" w:rsidP="008A0ED7">
            <w:pPr>
              <w:tabs>
                <w:tab w:val="left" w:pos="322"/>
              </w:tabs>
              <w:ind w:right="-5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Conosco e applico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strategie e metodologie valutative congruenti rispetto agli obiettivi ed esiti dell’apprendimento </w:t>
            </w:r>
          </w:p>
        </w:tc>
        <w:tc>
          <w:tcPr>
            <w:tcW w:w="300" w:type="dxa"/>
          </w:tcPr>
          <w:p w14:paraId="06F1B4B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1AEDFA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CC7816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7CBB536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35D65E60" w14:textId="77777777" w:rsidTr="00D81373">
        <w:trPr>
          <w:trHeight w:val="274"/>
        </w:trPr>
        <w:tc>
          <w:tcPr>
            <w:tcW w:w="2959" w:type="dxa"/>
          </w:tcPr>
          <w:p w14:paraId="61BDCC9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495F505E" w14:textId="1F1AC2F6" w:rsidR="003E0065" w:rsidRPr="001E392B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Presto</w:t>
            </w:r>
            <w:r w:rsidRPr="001E392B">
              <w:rPr>
                <w:rFonts w:ascii="Times New Roman" w:hAnsi="Times New Roman" w:cs="Times New Roman"/>
                <w:sz w:val="18"/>
                <w:szCs w:val="18"/>
              </w:rPr>
              <w:t xml:space="preserve"> attenzione alle “insidie” della valutazione (aspettative, effetto pigmalione,…)</w:t>
            </w:r>
          </w:p>
        </w:tc>
        <w:tc>
          <w:tcPr>
            <w:tcW w:w="300" w:type="dxa"/>
          </w:tcPr>
          <w:p w14:paraId="689AFBDD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CBD45B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2427938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1D53A86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7C336915" w14:textId="77777777" w:rsidTr="00D81373">
        <w:trPr>
          <w:trHeight w:val="246"/>
        </w:trPr>
        <w:tc>
          <w:tcPr>
            <w:tcW w:w="2959" w:type="dxa"/>
          </w:tcPr>
          <w:p w14:paraId="7BEF4F7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26C81964" w14:textId="51D1C85F" w:rsidR="003E0065" w:rsidRPr="00C0173B" w:rsidRDefault="003E0065" w:rsidP="008A0ED7">
            <w:pPr>
              <w:pStyle w:val="NormaleWeb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Valuto</w:t>
            </w:r>
            <w:r w:rsidRPr="00C0173B">
              <w:rPr>
                <w:sz w:val="18"/>
                <w:szCs w:val="18"/>
              </w:rPr>
              <w:t xml:space="preserve"> i risultati dell’apprendimento e verifica lo sviluppo delle competenze chiave </w:t>
            </w:r>
          </w:p>
        </w:tc>
        <w:tc>
          <w:tcPr>
            <w:tcW w:w="300" w:type="dxa"/>
          </w:tcPr>
          <w:p w14:paraId="6582DBB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68347CEF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0A9BB2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4A7DE1AB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525D071C" w14:textId="77777777" w:rsidTr="00D81373">
        <w:trPr>
          <w:trHeight w:val="421"/>
        </w:trPr>
        <w:tc>
          <w:tcPr>
            <w:tcW w:w="2959" w:type="dxa"/>
          </w:tcPr>
          <w:p w14:paraId="5B534FA0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</w:tcPr>
          <w:p w14:paraId="262296DA" w14:textId="7B2CCFB2" w:rsidR="003E0065" w:rsidRPr="001E392B" w:rsidRDefault="003E0065" w:rsidP="008A0ED7">
            <w:pPr>
              <w:pStyle w:val="Testonormale"/>
              <w:tabs>
                <w:tab w:val="left" w:pos="322"/>
              </w:tabs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Rendo</w:t>
            </w:r>
            <w:r w:rsidRPr="001E392B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gli studenti consapevo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li dei loro progressi </w:t>
            </w:r>
            <w:r w:rsidRPr="001E392B">
              <w:rPr>
                <w:rFonts w:ascii="Times New Roman" w:hAnsi="Times New Roman"/>
                <w:sz w:val="18"/>
                <w:szCs w:val="18"/>
                <w:lang w:val="it-IT"/>
              </w:rPr>
              <w:t>attraverso attività e strumenti di autovalutazione</w:t>
            </w:r>
          </w:p>
        </w:tc>
        <w:tc>
          <w:tcPr>
            <w:tcW w:w="300" w:type="dxa"/>
          </w:tcPr>
          <w:p w14:paraId="1801E7FD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C2D90A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1B12416A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6643994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8DBFE6F" w14:textId="77777777" w:rsidTr="00D81373">
        <w:trPr>
          <w:trHeight w:val="494"/>
        </w:trPr>
        <w:tc>
          <w:tcPr>
            <w:tcW w:w="2959" w:type="dxa"/>
          </w:tcPr>
          <w:p w14:paraId="55E6AC70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Coinvolgere gli allievi nel processo di apprendimento</w:t>
            </w:r>
          </w:p>
        </w:tc>
        <w:tc>
          <w:tcPr>
            <w:tcW w:w="10612" w:type="dxa"/>
          </w:tcPr>
          <w:p w14:paraId="0D723AC7" w14:textId="77777777" w:rsidR="003E0065" w:rsidRPr="00C4095D" w:rsidRDefault="003E0065" w:rsidP="008A0ED7">
            <w:pPr>
              <w:pStyle w:val="Paragrafoelenco"/>
              <w:tabs>
                <w:tab w:val="left" w:pos="322"/>
              </w:tabs>
              <w:ind w:left="-2"/>
              <w:jc w:val="left"/>
              <w:rPr>
                <w:rFonts w:ascii="Times New Roman" w:hAnsi="Times New Roman" w:cs="Times New Roman"/>
                <w:b/>
              </w:rPr>
            </w:pPr>
          </w:p>
          <w:p w14:paraId="7245A1F5" w14:textId="77777777" w:rsidR="003E0065" w:rsidRPr="00C4095D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" w:type="dxa"/>
          </w:tcPr>
          <w:p w14:paraId="746320A6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9E868D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040A75D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057975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078FC976" w14:textId="77777777" w:rsidTr="00D81373">
        <w:trPr>
          <w:trHeight w:val="246"/>
        </w:trPr>
        <w:tc>
          <w:tcPr>
            <w:tcW w:w="2959" w:type="dxa"/>
          </w:tcPr>
          <w:p w14:paraId="1ABCA64B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10612" w:type="dxa"/>
          </w:tcPr>
          <w:p w14:paraId="5244470A" w14:textId="6A7B6E6E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GB"/>
              </w:rPr>
              <w:t>Condivido</w:t>
            </w:r>
            <w:r w:rsidRPr="001E392B">
              <w:rPr>
                <w:bCs/>
                <w:sz w:val="18"/>
                <w:szCs w:val="18"/>
                <w:lang w:eastAsia="en-GB"/>
              </w:rPr>
              <w:t xml:space="preserve"> gli obiettivi, norme e regol</w:t>
            </w:r>
            <w:r>
              <w:rPr>
                <w:bCs/>
                <w:sz w:val="18"/>
                <w:szCs w:val="18"/>
                <w:lang w:eastAsia="en-GB"/>
              </w:rPr>
              <w:t>e all’interno del gruppo classe</w:t>
            </w:r>
          </w:p>
        </w:tc>
        <w:tc>
          <w:tcPr>
            <w:tcW w:w="300" w:type="dxa"/>
          </w:tcPr>
          <w:p w14:paraId="2066228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09474AFF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0F14C3B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2AA554B1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451B1702" w14:textId="77777777" w:rsidTr="00D81373">
        <w:trPr>
          <w:trHeight w:val="407"/>
        </w:trPr>
        <w:tc>
          <w:tcPr>
            <w:tcW w:w="2959" w:type="dxa"/>
          </w:tcPr>
          <w:p w14:paraId="3230640C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AF256" w14:textId="5F5277B7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Costruisco</w:t>
            </w:r>
            <w:r w:rsidRPr="001E392B">
              <w:rPr>
                <w:sz w:val="18"/>
                <w:szCs w:val="18"/>
              </w:rPr>
              <w:t xml:space="preserve"> un ambiente di apprendimento stimolante la partecipazione, curiosità, motivazione e impegno degli studenti </w:t>
            </w:r>
          </w:p>
        </w:tc>
        <w:tc>
          <w:tcPr>
            <w:tcW w:w="300" w:type="dxa"/>
          </w:tcPr>
          <w:p w14:paraId="58AF75C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5E463765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46C8114E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044CC19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289936E4" w14:textId="77777777" w:rsidTr="00D81373">
        <w:trPr>
          <w:trHeight w:val="408"/>
        </w:trPr>
        <w:tc>
          <w:tcPr>
            <w:tcW w:w="2959" w:type="dxa"/>
          </w:tcPr>
          <w:p w14:paraId="3B4E83AA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E5BA" w14:textId="72EC38AC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1E392B">
              <w:rPr>
                <w:sz w:val="18"/>
                <w:szCs w:val="18"/>
              </w:rPr>
              <w:t>(INFANZIA) P</w:t>
            </w:r>
            <w:r>
              <w:rPr>
                <w:sz w:val="18"/>
                <w:szCs w:val="18"/>
              </w:rPr>
              <w:t xml:space="preserve">redispongo </w:t>
            </w:r>
            <w:r w:rsidRPr="001E392B">
              <w:rPr>
                <w:sz w:val="18"/>
                <w:szCs w:val="18"/>
              </w:rPr>
              <w:t>l’organizzazione di una giornata educativa equilibrata, con momenti di accoglienza, relazione, gioco, riposo</w:t>
            </w:r>
          </w:p>
        </w:tc>
        <w:tc>
          <w:tcPr>
            <w:tcW w:w="300" w:type="dxa"/>
          </w:tcPr>
          <w:p w14:paraId="6C02E9A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46CAD11C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6DC4FB68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38EDB5A0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C4095D" w14:paraId="655D9CF6" w14:textId="77777777" w:rsidTr="00D81373">
        <w:trPr>
          <w:trHeight w:val="407"/>
        </w:trPr>
        <w:tc>
          <w:tcPr>
            <w:tcW w:w="2959" w:type="dxa"/>
          </w:tcPr>
          <w:p w14:paraId="18DB8EBD" w14:textId="77777777" w:rsidR="003E0065" w:rsidRPr="00021E3C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FAE32" w14:textId="2026B212" w:rsidR="003E0065" w:rsidRPr="001E392B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Sviluppo</w:t>
            </w:r>
            <w:r w:rsidRPr="001E392B">
              <w:rPr>
                <w:sz w:val="18"/>
                <w:szCs w:val="18"/>
              </w:rPr>
              <w:t xml:space="preserve"> la cooperazione e l’apprendimenti fra pari attraverso diversi approcci e metodologie (cooperative learning, peer tutoring,..)</w:t>
            </w:r>
          </w:p>
        </w:tc>
        <w:tc>
          <w:tcPr>
            <w:tcW w:w="300" w:type="dxa"/>
          </w:tcPr>
          <w:p w14:paraId="20CA7D39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</w:tcPr>
          <w:p w14:paraId="1332AB02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dxa"/>
          </w:tcPr>
          <w:p w14:paraId="19D72127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</w:tcPr>
          <w:p w14:paraId="6D1F9C33" w14:textId="77777777" w:rsidR="003E0065" w:rsidRPr="00C4095D" w:rsidRDefault="003E0065" w:rsidP="008A0ED7">
            <w:pPr>
              <w:rPr>
                <w:rFonts w:ascii="Times New Roman" w:hAnsi="Times New Roman" w:cs="Times New Roman"/>
              </w:rPr>
            </w:pPr>
          </w:p>
        </w:tc>
      </w:tr>
      <w:tr w:rsidR="003E0065" w:rsidRPr="004A6FE1" w14:paraId="1E369505" w14:textId="77777777" w:rsidTr="003E0065">
        <w:trPr>
          <w:trHeight w:val="605"/>
        </w:trPr>
        <w:tc>
          <w:tcPr>
            <w:tcW w:w="2959" w:type="dxa"/>
          </w:tcPr>
          <w:p w14:paraId="535B73B1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64" w:type="dxa"/>
            <w:gridSpan w:val="5"/>
          </w:tcPr>
          <w:p w14:paraId="76721D79" w14:textId="77777777" w:rsidR="003E0065" w:rsidRPr="004A6FE1" w:rsidRDefault="003E0065" w:rsidP="008A0E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2E19270" w14:textId="77777777" w:rsidR="003E0065" w:rsidRPr="004A6FE1" w:rsidRDefault="003E0065" w:rsidP="008A0E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hAnsi="Times New Roman" w:cs="Times New Roman"/>
                <w:b/>
                <w:sz w:val="18"/>
                <w:szCs w:val="18"/>
              </w:rPr>
              <w:t>AREA DELLE COMPETENZE RELATIVE ALLA PARTECIPAZIONE ALLA VITA DELLA PROPRIA SCUOLA (Organizzazione)</w:t>
            </w:r>
          </w:p>
        </w:tc>
      </w:tr>
      <w:tr w:rsidR="003E0065" w:rsidRPr="004A6FE1" w14:paraId="5BAD7A1A" w14:textId="77777777" w:rsidTr="00D81373">
        <w:trPr>
          <w:trHeight w:val="407"/>
        </w:trPr>
        <w:tc>
          <w:tcPr>
            <w:tcW w:w="2959" w:type="dxa"/>
          </w:tcPr>
          <w:p w14:paraId="2EFFA261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Lavorare in gruppo tra docenti</w:t>
            </w: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53A9B" w14:textId="77777777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00" w:type="dxa"/>
          </w:tcPr>
          <w:p w14:paraId="03A61E3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6E19F3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8A4B64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1F274D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FCB890D" w14:textId="77777777" w:rsidTr="00D81373">
        <w:trPr>
          <w:trHeight w:val="197"/>
        </w:trPr>
        <w:tc>
          <w:tcPr>
            <w:tcW w:w="2959" w:type="dxa"/>
          </w:tcPr>
          <w:p w14:paraId="29321196" w14:textId="77777777" w:rsidR="003E0065" w:rsidRPr="00021E3C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96EAE" w14:textId="2A244735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Partecipo alla programmazione collegiale dell’offerta formativa</w:t>
            </w:r>
          </w:p>
        </w:tc>
        <w:tc>
          <w:tcPr>
            <w:tcW w:w="300" w:type="dxa"/>
          </w:tcPr>
          <w:p w14:paraId="3077ABC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A04DAD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74C334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3157D97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E0F425C" w14:textId="77777777" w:rsidTr="00D81373">
        <w:trPr>
          <w:trHeight w:val="210"/>
        </w:trPr>
        <w:tc>
          <w:tcPr>
            <w:tcW w:w="2959" w:type="dxa"/>
          </w:tcPr>
          <w:p w14:paraId="0E556DF9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B069" w14:textId="143B389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Partecipo</w:t>
            </w:r>
            <w:r w:rsidRPr="004A6FE1">
              <w:rPr>
                <w:sz w:val="18"/>
                <w:szCs w:val="18"/>
              </w:rPr>
              <w:t xml:space="preserve"> attivamente a gruppi di lavoro tr</w:t>
            </w:r>
            <w:r>
              <w:rPr>
                <w:sz w:val="18"/>
                <w:szCs w:val="18"/>
              </w:rPr>
              <w:t xml:space="preserve">a docenti </w:t>
            </w:r>
          </w:p>
        </w:tc>
        <w:tc>
          <w:tcPr>
            <w:tcW w:w="300" w:type="dxa"/>
          </w:tcPr>
          <w:p w14:paraId="1144ACE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2A8C340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F5738B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028268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108C0088" w14:textId="77777777" w:rsidTr="00D81373">
        <w:trPr>
          <w:trHeight w:val="197"/>
        </w:trPr>
        <w:tc>
          <w:tcPr>
            <w:tcW w:w="2959" w:type="dxa"/>
          </w:tcPr>
          <w:p w14:paraId="7A716C1B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D39D9" w14:textId="675FD5E2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Propongo e condivido</w:t>
            </w:r>
            <w:r w:rsidRPr="004A6FE1">
              <w:rPr>
                <w:sz w:val="18"/>
                <w:szCs w:val="18"/>
              </w:rPr>
              <w:t xml:space="preserve"> con i colleghi elementi di innovazione didattica </w:t>
            </w:r>
          </w:p>
        </w:tc>
        <w:tc>
          <w:tcPr>
            <w:tcW w:w="300" w:type="dxa"/>
          </w:tcPr>
          <w:p w14:paraId="69B1255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BF2E0B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FA378F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D6557B3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53053A09" w14:textId="77777777" w:rsidTr="00D81373">
        <w:trPr>
          <w:trHeight w:val="176"/>
        </w:trPr>
        <w:tc>
          <w:tcPr>
            <w:tcW w:w="2959" w:type="dxa"/>
          </w:tcPr>
          <w:p w14:paraId="65FD1B66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10886" w14:textId="7ED8AE6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Condivido</w:t>
            </w:r>
            <w:r w:rsidRPr="004A6FE1">
              <w:rPr>
                <w:sz w:val="18"/>
                <w:szCs w:val="18"/>
              </w:rPr>
              <w:t xml:space="preserve"> le scelte metodologiche e val</w:t>
            </w:r>
            <w:r>
              <w:rPr>
                <w:sz w:val="18"/>
                <w:szCs w:val="18"/>
              </w:rPr>
              <w:t>utative con i colleghi</w:t>
            </w:r>
          </w:p>
        </w:tc>
        <w:tc>
          <w:tcPr>
            <w:tcW w:w="300" w:type="dxa"/>
          </w:tcPr>
          <w:p w14:paraId="3A80C8C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9A475A7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5427A4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25AFF3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27D0751" w14:textId="77777777" w:rsidTr="00D81373">
        <w:trPr>
          <w:trHeight w:val="604"/>
        </w:trPr>
        <w:tc>
          <w:tcPr>
            <w:tcW w:w="2959" w:type="dxa"/>
          </w:tcPr>
          <w:p w14:paraId="0A904F61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Partecipare alla gestione della scuola</w:t>
            </w:r>
          </w:p>
        </w:tc>
        <w:tc>
          <w:tcPr>
            <w:tcW w:w="10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1E320" w14:textId="77777777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</w:tcPr>
          <w:p w14:paraId="43B326E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AE760E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97E401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6B6E4E1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520E85A" w14:textId="77777777" w:rsidTr="00D81373">
        <w:trPr>
          <w:trHeight w:val="407"/>
        </w:trPr>
        <w:tc>
          <w:tcPr>
            <w:tcW w:w="2959" w:type="dxa"/>
          </w:tcPr>
          <w:p w14:paraId="418E9515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shd w:val="clear" w:color="auto" w:fill="auto"/>
          </w:tcPr>
          <w:p w14:paraId="15FA0B57" w14:textId="04331B22" w:rsidR="003E0065" w:rsidRPr="007B65F6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Contribuisco</w:t>
            </w:r>
            <w:r w:rsidRPr="007B65F6">
              <w:rPr>
                <w:color w:val="000000"/>
                <w:sz w:val="18"/>
                <w:szCs w:val="18"/>
              </w:rPr>
              <w:t xml:space="preserve"> a curare le relazioni con i diversi interlocutori ( enti, associazioni di genitori, </w:t>
            </w:r>
            <w:r w:rsidRPr="007B65F6">
              <w:rPr>
                <w:i/>
                <w:iCs/>
                <w:color w:val="000000"/>
                <w:sz w:val="18"/>
                <w:szCs w:val="18"/>
              </w:rPr>
              <w:t xml:space="preserve">équipe </w:t>
            </w:r>
            <w:r w:rsidRPr="007B65F6">
              <w:rPr>
                <w:color w:val="000000"/>
                <w:sz w:val="18"/>
                <w:szCs w:val="18"/>
              </w:rPr>
              <w:t xml:space="preserve">multidisciplinari ed i servizi specialistici,…) </w:t>
            </w:r>
          </w:p>
        </w:tc>
        <w:tc>
          <w:tcPr>
            <w:tcW w:w="300" w:type="dxa"/>
          </w:tcPr>
          <w:p w14:paraId="3491D1B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27FDED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E4544C3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26BDA9B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5AE7BA13" w14:textId="77777777" w:rsidTr="00D81373">
        <w:trPr>
          <w:trHeight w:val="197"/>
        </w:trPr>
        <w:tc>
          <w:tcPr>
            <w:tcW w:w="2959" w:type="dxa"/>
          </w:tcPr>
          <w:p w14:paraId="0A7EACB3" w14:textId="77777777" w:rsidR="003E0065" w:rsidRPr="0013281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612" w:type="dxa"/>
          </w:tcPr>
          <w:p w14:paraId="38B40700" w14:textId="69BB942C" w:rsidR="003E0065" w:rsidRPr="007B65F6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(SOSTEGNO) Curo</w:t>
            </w:r>
            <w:r w:rsidRPr="007B65F6">
              <w:rPr>
                <w:color w:val="000000"/>
                <w:sz w:val="18"/>
                <w:szCs w:val="18"/>
              </w:rPr>
              <w:t xml:space="preserve"> i rapporti con le </w:t>
            </w:r>
            <w:r w:rsidRPr="007B65F6">
              <w:rPr>
                <w:i/>
                <w:iCs/>
                <w:color w:val="000000"/>
                <w:sz w:val="18"/>
                <w:szCs w:val="18"/>
              </w:rPr>
              <w:t xml:space="preserve">équipe </w:t>
            </w:r>
            <w:r w:rsidRPr="007B65F6">
              <w:rPr>
                <w:color w:val="000000"/>
                <w:sz w:val="18"/>
                <w:szCs w:val="18"/>
              </w:rPr>
              <w:t>multidisciplinari ed i servizi specialistici</w:t>
            </w:r>
          </w:p>
        </w:tc>
        <w:tc>
          <w:tcPr>
            <w:tcW w:w="300" w:type="dxa"/>
          </w:tcPr>
          <w:p w14:paraId="6D7D58C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CC3929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5DBDC5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EA19B1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8D93923" w14:textId="77777777" w:rsidTr="00D81373">
        <w:trPr>
          <w:trHeight w:val="210"/>
        </w:trPr>
        <w:tc>
          <w:tcPr>
            <w:tcW w:w="2959" w:type="dxa"/>
          </w:tcPr>
          <w:p w14:paraId="06DA49D7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F4F75E6" w14:textId="03FBD5FF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Partecipo</w:t>
            </w:r>
            <w:r w:rsidRPr="004A6FE1">
              <w:rPr>
                <w:color w:val="000000"/>
                <w:sz w:val="18"/>
                <w:szCs w:val="18"/>
              </w:rPr>
              <w:t xml:space="preserve"> ai processi di autovalutazione della scuola (con particolare </w:t>
            </w:r>
            <w:r>
              <w:rPr>
                <w:color w:val="000000"/>
                <w:sz w:val="18"/>
                <w:szCs w:val="18"/>
              </w:rPr>
              <w:t xml:space="preserve">riferimento al </w:t>
            </w:r>
            <w:r w:rsidRPr="003E0065">
              <w:rPr>
                <w:color w:val="000000"/>
                <w:sz w:val="18"/>
                <w:szCs w:val="18"/>
              </w:rPr>
              <w:t>RAV (Rapporto di Autovalutazione)</w:t>
            </w:r>
          </w:p>
        </w:tc>
        <w:tc>
          <w:tcPr>
            <w:tcW w:w="300" w:type="dxa"/>
          </w:tcPr>
          <w:p w14:paraId="266AEC9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F04512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3AAF4C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07D506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7580B208" w14:textId="77777777" w:rsidTr="00D81373">
        <w:trPr>
          <w:trHeight w:val="197"/>
        </w:trPr>
        <w:tc>
          <w:tcPr>
            <w:tcW w:w="2959" w:type="dxa"/>
          </w:tcPr>
          <w:p w14:paraId="10719D15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1A3DCEC" w14:textId="75F8C4A8" w:rsidR="003E0065" w:rsidRPr="004A6FE1" w:rsidRDefault="003E0065" w:rsidP="008A0ED7">
            <w:pPr>
              <w:pStyle w:val="NormaleWeb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Collaboro all’organizzazione delle attività didattiche ed educative</w:t>
            </w:r>
          </w:p>
        </w:tc>
        <w:tc>
          <w:tcPr>
            <w:tcW w:w="300" w:type="dxa"/>
          </w:tcPr>
          <w:p w14:paraId="365F446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FD10766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115D34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D575B7C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4423C7FA" w14:textId="77777777" w:rsidTr="003E0065">
        <w:trPr>
          <w:trHeight w:val="407"/>
        </w:trPr>
        <w:tc>
          <w:tcPr>
            <w:tcW w:w="2959" w:type="dxa"/>
          </w:tcPr>
          <w:p w14:paraId="653AD743" w14:textId="77777777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64" w:type="dxa"/>
            <w:gridSpan w:val="5"/>
          </w:tcPr>
          <w:p w14:paraId="1D611702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6A8BA" w14:textId="77777777" w:rsidR="003E0065" w:rsidRDefault="003E0065" w:rsidP="00D813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6FE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         </w:t>
            </w:r>
            <w:r w:rsidRPr="00D81373">
              <w:rPr>
                <w:rFonts w:ascii="Times New Roman" w:hAnsi="Times New Roman" w:cs="Times New Roman"/>
                <w:b/>
                <w:sz w:val="18"/>
                <w:szCs w:val="18"/>
              </w:rPr>
              <w:t>AREA DELLE COMPETENZE RELATIVE ALLA PROPRIA FORMAZIONE</w:t>
            </w:r>
          </w:p>
          <w:p w14:paraId="30BC7042" w14:textId="07FC2FE9" w:rsidR="00D81373" w:rsidRPr="004A6FE1" w:rsidRDefault="00D81373" w:rsidP="00D813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054C624D" w14:textId="77777777" w:rsidTr="00D81373">
        <w:trPr>
          <w:trHeight w:val="605"/>
        </w:trPr>
        <w:tc>
          <w:tcPr>
            <w:tcW w:w="2959" w:type="dxa"/>
          </w:tcPr>
          <w:p w14:paraId="2BBBAC98" w14:textId="5711949D" w:rsidR="003E0065" w:rsidRPr="00021E3C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Assolvere ai doveri e ai pr</w:t>
            </w: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ncipi</w:t>
            </w:r>
            <w:r w:rsidRPr="00021E3C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etici della professione</w:t>
            </w:r>
          </w:p>
        </w:tc>
        <w:tc>
          <w:tcPr>
            <w:tcW w:w="10612" w:type="dxa"/>
          </w:tcPr>
          <w:p w14:paraId="59D916D6" w14:textId="32735A55" w:rsidR="003E0065" w:rsidRPr="00132811" w:rsidRDefault="003E0065" w:rsidP="008A0ED7">
            <w:pPr>
              <w:tabs>
                <w:tab w:val="left" w:pos="322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00" w:type="dxa"/>
          </w:tcPr>
          <w:p w14:paraId="784E04DA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41D1BB9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BBD8437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085FD0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4A6FE1" w14:paraId="684C7C96" w14:textId="77777777" w:rsidTr="00D81373">
        <w:trPr>
          <w:trHeight w:val="224"/>
        </w:trPr>
        <w:tc>
          <w:tcPr>
            <w:tcW w:w="2959" w:type="dxa"/>
          </w:tcPr>
          <w:p w14:paraId="3A57584E" w14:textId="77777777" w:rsidR="003E0065" w:rsidRDefault="003E0065" w:rsidP="008A0ED7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3E36FD1" w14:textId="0E5D30D2" w:rsidR="003E0065" w:rsidRDefault="003E0065" w:rsidP="008A0ED7">
            <w:pPr>
              <w:tabs>
                <w:tab w:val="left" w:pos="322"/>
              </w:tabs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Agisco in maniera professionale, sono</w:t>
            </w:r>
            <w:r w:rsidRPr="00132811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rispettoso verso le persone, l’ambiente e le regole</w:t>
            </w:r>
          </w:p>
        </w:tc>
        <w:tc>
          <w:tcPr>
            <w:tcW w:w="300" w:type="dxa"/>
          </w:tcPr>
          <w:p w14:paraId="074589B5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1C0A3FF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6602CCE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2A39308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0902FBC3" w14:textId="77777777" w:rsidTr="00D81373">
        <w:trPr>
          <w:trHeight w:val="407"/>
        </w:trPr>
        <w:tc>
          <w:tcPr>
            <w:tcW w:w="2959" w:type="dxa"/>
          </w:tcPr>
          <w:p w14:paraId="5E63CEC1" w14:textId="77777777" w:rsidR="003E0065" w:rsidRPr="004A6FE1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35FFB774" w14:textId="2D62A0A5" w:rsidR="003E0065" w:rsidRPr="00961D3A" w:rsidRDefault="003E0065" w:rsidP="008A0ED7">
            <w:pPr>
              <w:tabs>
                <w:tab w:val="left" w:pos="322"/>
              </w:tabs>
              <w:ind w:left="-2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61D3A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Conosco e rispetto i diritti fondamentali dell’allievo sanciti dalla Costituzione Italiana e dalla Convenzione Internazionale sui diritti dell’infanzia</w:t>
            </w:r>
          </w:p>
        </w:tc>
        <w:tc>
          <w:tcPr>
            <w:tcW w:w="300" w:type="dxa"/>
          </w:tcPr>
          <w:p w14:paraId="2E2DA1D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27A6F154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A84E1C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66D68D5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0709DC0" w14:textId="77777777" w:rsidTr="00D81373">
        <w:trPr>
          <w:trHeight w:val="230"/>
        </w:trPr>
        <w:tc>
          <w:tcPr>
            <w:tcW w:w="2959" w:type="dxa"/>
          </w:tcPr>
          <w:p w14:paraId="52812B33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06328AE" w14:textId="0A9D023D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color w:val="000000"/>
                <w:sz w:val="18"/>
                <w:szCs w:val="18"/>
              </w:rPr>
              <w:t xml:space="preserve">Contribuisco a creare un clima di apertura e di superamento di pregiudizi e discriminazioni di natura sociale, culturale e religiosa </w:t>
            </w:r>
          </w:p>
        </w:tc>
        <w:tc>
          <w:tcPr>
            <w:tcW w:w="300" w:type="dxa"/>
          </w:tcPr>
          <w:p w14:paraId="371C7D4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AFF772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58B8D0F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5AF232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2D6E9854" w14:textId="77777777" w:rsidTr="00D81373">
        <w:trPr>
          <w:trHeight w:val="197"/>
        </w:trPr>
        <w:tc>
          <w:tcPr>
            <w:tcW w:w="2959" w:type="dxa"/>
          </w:tcPr>
          <w:p w14:paraId="3B60978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03A11805" w14:textId="1B3F7A87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color w:val="000000"/>
                <w:sz w:val="18"/>
                <w:szCs w:val="18"/>
              </w:rPr>
              <w:t xml:space="preserve">Rispetto la privacy delle </w:t>
            </w:r>
            <w:r w:rsidRPr="00961D3A">
              <w:rPr>
                <w:sz w:val="18"/>
                <w:szCs w:val="18"/>
              </w:rPr>
              <w:t>informazioni assunte riguardo a studenti, famiglie e colleghi,….</w:t>
            </w:r>
          </w:p>
        </w:tc>
        <w:tc>
          <w:tcPr>
            <w:tcW w:w="300" w:type="dxa"/>
          </w:tcPr>
          <w:p w14:paraId="5623175C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B44105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D32E2D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435562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21669CEC" w14:textId="77777777" w:rsidTr="00D81373">
        <w:trPr>
          <w:trHeight w:val="407"/>
        </w:trPr>
        <w:tc>
          <w:tcPr>
            <w:tcW w:w="2959" w:type="dxa"/>
          </w:tcPr>
          <w:p w14:paraId="06D6897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  <w:vAlign w:val="center"/>
          </w:tcPr>
          <w:p w14:paraId="6F653203" w14:textId="52F0477A" w:rsidR="003E0065" w:rsidRPr="00961D3A" w:rsidRDefault="003E0065" w:rsidP="008A0ED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961D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  <w:t>Promuovo il benessere affettivo-emotivo e lo sviluppo dell’autostima degli allievi proponendo esperienze di successo scolastico</w:t>
            </w:r>
          </w:p>
        </w:tc>
        <w:tc>
          <w:tcPr>
            <w:tcW w:w="300" w:type="dxa"/>
          </w:tcPr>
          <w:p w14:paraId="183C805F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41589E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2958A1D6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84561B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69706CD" w14:textId="77777777" w:rsidTr="00D81373">
        <w:trPr>
          <w:trHeight w:val="274"/>
        </w:trPr>
        <w:tc>
          <w:tcPr>
            <w:tcW w:w="2959" w:type="dxa"/>
          </w:tcPr>
          <w:p w14:paraId="0C223B39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1846A000" w14:textId="3D492B1D" w:rsidR="003E0065" w:rsidRPr="00961D3A" w:rsidRDefault="003E0065" w:rsidP="003E006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Conosco le norme riguardanti lo stato giuridico e il profilo contrattuale del docente</w:t>
            </w:r>
          </w:p>
        </w:tc>
        <w:tc>
          <w:tcPr>
            <w:tcW w:w="300" w:type="dxa"/>
          </w:tcPr>
          <w:p w14:paraId="6874CC81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3D66D05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42131D5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78818A1F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88088D7" w14:textId="77777777" w:rsidTr="00D81373">
        <w:trPr>
          <w:trHeight w:val="263"/>
        </w:trPr>
        <w:tc>
          <w:tcPr>
            <w:tcW w:w="2959" w:type="dxa"/>
          </w:tcPr>
          <w:p w14:paraId="74E2F711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22D438F" w14:textId="049C2A3A" w:rsidR="003E0065" w:rsidRPr="00961D3A" w:rsidRDefault="003E0065" w:rsidP="003E0065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GB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Conosco le norme riguardanti gli obblighi del docente nei confronti degli alunni e dei loro genitori</w:t>
            </w:r>
          </w:p>
        </w:tc>
        <w:tc>
          <w:tcPr>
            <w:tcW w:w="300" w:type="dxa"/>
          </w:tcPr>
          <w:p w14:paraId="5D858C81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76C1C9C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9926E28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198B412" w14:textId="77777777" w:rsidR="003E0065" w:rsidRPr="00961D3A" w:rsidRDefault="003E0065" w:rsidP="003E00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10769B41" w14:textId="77777777" w:rsidTr="00D81373">
        <w:trPr>
          <w:trHeight w:val="814"/>
        </w:trPr>
        <w:tc>
          <w:tcPr>
            <w:tcW w:w="2959" w:type="dxa"/>
          </w:tcPr>
          <w:p w14:paraId="789EDBD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Servirsi delle nuove tecnologie per le attività progettuali, organizzative e formative</w:t>
            </w:r>
          </w:p>
        </w:tc>
        <w:tc>
          <w:tcPr>
            <w:tcW w:w="10612" w:type="dxa"/>
          </w:tcPr>
          <w:p w14:paraId="01653D66" w14:textId="77777777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300" w:type="dxa"/>
          </w:tcPr>
          <w:p w14:paraId="23F127A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58A2075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F0C0D1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C5F393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A6E2C9B" w14:textId="77777777" w:rsidTr="00D81373">
        <w:trPr>
          <w:trHeight w:val="293"/>
        </w:trPr>
        <w:tc>
          <w:tcPr>
            <w:tcW w:w="2959" w:type="dxa"/>
          </w:tcPr>
          <w:p w14:paraId="312ED24C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C468499" w14:textId="5B70CE21" w:rsidR="003E0065" w:rsidRPr="00961D3A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Conosco e utilizzo le tecnologie per reperire informazioni e utilizzarle criticamente per la didattica e la documentazione delle attività</w:t>
            </w:r>
          </w:p>
        </w:tc>
        <w:tc>
          <w:tcPr>
            <w:tcW w:w="300" w:type="dxa"/>
          </w:tcPr>
          <w:p w14:paraId="6859DD5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A8E155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7D4D125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A68309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310C07E1" w14:textId="77777777" w:rsidTr="00D81373">
        <w:trPr>
          <w:trHeight w:val="197"/>
        </w:trPr>
        <w:tc>
          <w:tcPr>
            <w:tcW w:w="2959" w:type="dxa"/>
          </w:tcPr>
          <w:p w14:paraId="7FB21BC2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EDFDF6E" w14:textId="301C17F4" w:rsidR="003E0065" w:rsidRPr="00961D3A" w:rsidRDefault="003E0065" w:rsidP="008A0ED7">
            <w:pPr>
              <w:tabs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Promuovo un uso critico delle tecnologie fra/negli studenti/alunni</w:t>
            </w:r>
          </w:p>
        </w:tc>
        <w:tc>
          <w:tcPr>
            <w:tcW w:w="300" w:type="dxa"/>
          </w:tcPr>
          <w:p w14:paraId="1D8B65D7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07CEABB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E9E77AE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40620CC7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3B23AF2F" w14:textId="77777777" w:rsidTr="00D81373">
        <w:trPr>
          <w:trHeight w:val="197"/>
        </w:trPr>
        <w:tc>
          <w:tcPr>
            <w:tcW w:w="2959" w:type="dxa"/>
          </w:tcPr>
          <w:p w14:paraId="3597220C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02020200" w14:textId="562F089C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sz w:val="18"/>
                <w:szCs w:val="18"/>
              </w:rPr>
              <w:t xml:space="preserve">Utilizzo le tecnologie digitali per partecipare a reti professionali </w:t>
            </w:r>
          </w:p>
        </w:tc>
        <w:tc>
          <w:tcPr>
            <w:tcW w:w="300" w:type="dxa"/>
          </w:tcPr>
          <w:p w14:paraId="2213731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F33494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D8FB077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C71A67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5AC70AD3" w14:textId="77777777" w:rsidTr="00D81373">
        <w:trPr>
          <w:trHeight w:val="563"/>
        </w:trPr>
        <w:tc>
          <w:tcPr>
            <w:tcW w:w="2959" w:type="dxa"/>
          </w:tcPr>
          <w:p w14:paraId="63046B06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Curare la propria formazione continua</w:t>
            </w:r>
          </w:p>
        </w:tc>
        <w:tc>
          <w:tcPr>
            <w:tcW w:w="10612" w:type="dxa"/>
          </w:tcPr>
          <w:p w14:paraId="3B8AB3ED" w14:textId="77777777" w:rsidR="003E0065" w:rsidRPr="00961D3A" w:rsidRDefault="003E0065" w:rsidP="008A0ED7">
            <w:pPr>
              <w:tabs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</w:tcPr>
          <w:p w14:paraId="5325506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598A804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168A745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6E5DCBC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09A247CE" w14:textId="77777777" w:rsidTr="00D81373">
        <w:trPr>
          <w:trHeight w:val="263"/>
        </w:trPr>
        <w:tc>
          <w:tcPr>
            <w:tcW w:w="2959" w:type="dxa"/>
          </w:tcPr>
          <w:p w14:paraId="20F7395D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760702A" w14:textId="02B26D1B" w:rsidR="003E0065" w:rsidRPr="00961D3A" w:rsidRDefault="003E0065" w:rsidP="008A0ED7">
            <w:pPr>
              <w:pStyle w:val="Paragrafoelenco"/>
              <w:tabs>
                <w:tab w:val="left" w:pos="322"/>
              </w:tabs>
              <w:ind w:left="-2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Accolgo e rifletto sui feedback ricevuti (dirigente, colleghi, tutor, genitori, allievi,….)</w:t>
            </w:r>
          </w:p>
        </w:tc>
        <w:tc>
          <w:tcPr>
            <w:tcW w:w="300" w:type="dxa"/>
          </w:tcPr>
          <w:p w14:paraId="59BBCAC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45E439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7F543D96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DCBB11B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1DA39E5" w14:textId="77777777" w:rsidTr="00D81373">
        <w:trPr>
          <w:trHeight w:val="197"/>
        </w:trPr>
        <w:tc>
          <w:tcPr>
            <w:tcW w:w="2959" w:type="dxa"/>
          </w:tcPr>
          <w:p w14:paraId="31A96628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AC0C879" w14:textId="36657498" w:rsidR="003E0065" w:rsidRPr="00961D3A" w:rsidRDefault="003E0065" w:rsidP="008A0ED7">
            <w:pPr>
              <w:tabs>
                <w:tab w:val="left" w:pos="196"/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Pianifico il mio piano di sviluppo formativo stabilendo corsi e attività da frequentare</w:t>
            </w:r>
          </w:p>
        </w:tc>
        <w:tc>
          <w:tcPr>
            <w:tcW w:w="300" w:type="dxa"/>
          </w:tcPr>
          <w:p w14:paraId="60D7AFC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4D7F8617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3047F28E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330EF07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344CAC38" w14:textId="77777777" w:rsidTr="00D81373">
        <w:trPr>
          <w:trHeight w:val="210"/>
        </w:trPr>
        <w:tc>
          <w:tcPr>
            <w:tcW w:w="2959" w:type="dxa"/>
          </w:tcPr>
          <w:p w14:paraId="6BEBDFE1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52F8A4D6" w14:textId="157B1A71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sz w:val="18"/>
                <w:szCs w:val="18"/>
              </w:rPr>
              <w:t>So aggiornarmi continuamente, nell’ottica della costruzione di un profilo formativo e professionale</w:t>
            </w:r>
          </w:p>
        </w:tc>
        <w:tc>
          <w:tcPr>
            <w:tcW w:w="300" w:type="dxa"/>
          </w:tcPr>
          <w:p w14:paraId="27D8876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38CE3B5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AC7BE7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3BE3B69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522A3FBC" w14:textId="77777777" w:rsidTr="00D81373">
        <w:trPr>
          <w:trHeight w:val="197"/>
        </w:trPr>
        <w:tc>
          <w:tcPr>
            <w:tcW w:w="2959" w:type="dxa"/>
          </w:tcPr>
          <w:p w14:paraId="7C779DDB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13EFDFA2" w14:textId="0456A7DA" w:rsidR="003E0065" w:rsidRPr="00961D3A" w:rsidRDefault="003E0065" w:rsidP="008A0ED7">
            <w:pPr>
              <w:tabs>
                <w:tab w:val="left" w:pos="196"/>
                <w:tab w:val="left" w:pos="32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 xml:space="preserve">Monitoro i progressi nel processo di costruzione di un “profilo professionale” </w:t>
            </w:r>
          </w:p>
        </w:tc>
        <w:tc>
          <w:tcPr>
            <w:tcW w:w="300" w:type="dxa"/>
          </w:tcPr>
          <w:p w14:paraId="7463141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180729E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65DE36B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18E6CBA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2D86106E" w14:textId="77777777" w:rsidTr="00D81373">
        <w:trPr>
          <w:trHeight w:val="407"/>
        </w:trPr>
        <w:tc>
          <w:tcPr>
            <w:tcW w:w="2959" w:type="dxa"/>
          </w:tcPr>
          <w:p w14:paraId="39DBE324" w14:textId="77777777" w:rsidR="003E0065" w:rsidRPr="00961D3A" w:rsidRDefault="003E0065" w:rsidP="008A0ED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612" w:type="dxa"/>
          </w:tcPr>
          <w:p w14:paraId="43A5BFBC" w14:textId="17A4EA3E" w:rsidR="003E0065" w:rsidRPr="00961D3A" w:rsidRDefault="003E0065" w:rsidP="008A0ED7">
            <w:pPr>
              <w:tabs>
                <w:tab w:val="left" w:pos="196"/>
                <w:tab w:val="left" w:pos="322"/>
              </w:tabs>
              <w:ind w:left="-2"/>
              <w:rPr>
                <w:rFonts w:ascii="Times New Roman" w:hAnsi="Times New Roman" w:cs="Times New Roman"/>
                <w:sz w:val="18"/>
                <w:szCs w:val="18"/>
              </w:rPr>
            </w:pPr>
            <w:r w:rsidRPr="00961D3A">
              <w:rPr>
                <w:rFonts w:ascii="Times New Roman" w:hAnsi="Times New Roman" w:cs="Times New Roman"/>
                <w:sz w:val="18"/>
                <w:szCs w:val="18"/>
              </w:rPr>
              <w:t>Rifletto sulle proprie attività ed esperienze didattiche attraverso l’utilizzo di pratiche narrative, riflessive e di documentazione (portfolio, diario di bordo,….).</w:t>
            </w:r>
          </w:p>
        </w:tc>
        <w:tc>
          <w:tcPr>
            <w:tcW w:w="300" w:type="dxa"/>
          </w:tcPr>
          <w:p w14:paraId="48B9591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099C111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43476BC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25FD95E5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516F840C" w14:textId="77777777" w:rsidTr="00D81373">
        <w:trPr>
          <w:trHeight w:val="197"/>
        </w:trPr>
        <w:tc>
          <w:tcPr>
            <w:tcW w:w="2959" w:type="dxa"/>
          </w:tcPr>
          <w:p w14:paraId="0B311B9D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75FD0CBB" w14:textId="2500095A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sz w:val="18"/>
                <w:szCs w:val="18"/>
              </w:rPr>
              <w:t>Partecipo ad attività di ricerca educativa e didattica</w:t>
            </w:r>
          </w:p>
        </w:tc>
        <w:tc>
          <w:tcPr>
            <w:tcW w:w="300" w:type="dxa"/>
          </w:tcPr>
          <w:p w14:paraId="07DE52B4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7717851A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5C5A1BBF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07E75E69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0065" w:rsidRPr="00961D3A" w14:paraId="4FDDE271" w14:textId="77777777" w:rsidTr="00D81373">
        <w:trPr>
          <w:trHeight w:val="197"/>
        </w:trPr>
        <w:tc>
          <w:tcPr>
            <w:tcW w:w="2959" w:type="dxa"/>
          </w:tcPr>
          <w:p w14:paraId="3E29B0C1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2" w:type="dxa"/>
          </w:tcPr>
          <w:p w14:paraId="606EA145" w14:textId="56C46253" w:rsidR="003E0065" w:rsidRPr="00961D3A" w:rsidRDefault="003E0065" w:rsidP="008A0ED7">
            <w:pPr>
              <w:pStyle w:val="NormaleWeb"/>
              <w:spacing w:before="0" w:beforeAutospacing="0" w:after="0" w:afterAutospacing="0"/>
              <w:rPr>
                <w:sz w:val="18"/>
                <w:szCs w:val="18"/>
              </w:rPr>
            </w:pPr>
            <w:r w:rsidRPr="00961D3A">
              <w:rPr>
                <w:sz w:val="18"/>
                <w:szCs w:val="18"/>
              </w:rPr>
              <w:t>Utilizzo i risultati della ricerca per innovare le proprie pratiche didattiche ed educative</w:t>
            </w:r>
          </w:p>
        </w:tc>
        <w:tc>
          <w:tcPr>
            <w:tcW w:w="300" w:type="dxa"/>
          </w:tcPr>
          <w:p w14:paraId="0F2DC702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dxa"/>
          </w:tcPr>
          <w:p w14:paraId="6A3863A0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</w:tcPr>
          <w:p w14:paraId="1052F168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dxa"/>
          </w:tcPr>
          <w:p w14:paraId="5903D50F" w14:textId="77777777" w:rsidR="003E0065" w:rsidRPr="00961D3A" w:rsidRDefault="003E0065" w:rsidP="008A0E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E44F7A7" w14:textId="77777777" w:rsidR="0092504C" w:rsidRPr="00961D3A" w:rsidRDefault="0092504C" w:rsidP="00C4095D">
      <w:pPr>
        <w:rPr>
          <w:rFonts w:ascii="Times New Roman" w:hAnsi="Times New Roman" w:cs="Times New Roman"/>
          <w:sz w:val="18"/>
          <w:szCs w:val="18"/>
        </w:rPr>
      </w:pPr>
    </w:p>
    <w:p w14:paraId="06DD69AF" w14:textId="77777777" w:rsidR="001C55D4" w:rsidRPr="00961D3A" w:rsidRDefault="001C55D4" w:rsidP="00C4095D">
      <w:pPr>
        <w:tabs>
          <w:tab w:val="left" w:pos="196"/>
          <w:tab w:val="left" w:pos="322"/>
        </w:tabs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772C11E6" w14:textId="6FBFC23F" w:rsidR="0061421C" w:rsidRPr="00961D3A" w:rsidRDefault="007B65F6" w:rsidP="007B65F6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61D3A">
        <w:rPr>
          <w:rFonts w:ascii="Times New Roman" w:hAnsi="Times New Roman" w:cs="Times New Roman"/>
          <w:b/>
          <w:sz w:val="18"/>
          <w:szCs w:val="18"/>
        </w:rPr>
        <w:t>SINTESI DEL BILANCIO DI COMEPTENZE</w:t>
      </w:r>
    </w:p>
    <w:p w14:paraId="4B86C8C9" w14:textId="2A8BEA0B" w:rsidR="0061421C" w:rsidRPr="00961D3A" w:rsidRDefault="0061421C" w:rsidP="00C4095D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  <w:r w:rsidRPr="00961D3A">
        <w:rPr>
          <w:rFonts w:ascii="Times New Roman" w:eastAsia="Times New Roman" w:hAnsi="Times New Roman" w:cs="Times New Roman"/>
          <w:color w:val="333333"/>
          <w:lang w:eastAsia="en-GB"/>
        </w:rPr>
        <w:t> </w:t>
      </w:r>
    </w:p>
    <w:p w14:paraId="549E64E9" w14:textId="720FDC21" w:rsidR="007B65F6" w:rsidRPr="00961D3A" w:rsidRDefault="007B65F6" w:rsidP="007B65F6">
      <w:pPr>
        <w:shd w:val="clear" w:color="auto" w:fill="FFFFFF"/>
        <w:spacing w:after="158" w:line="315" w:lineRule="atLeast"/>
        <w:jc w:val="center"/>
        <w:rPr>
          <w:rFonts w:ascii="Times New Roman" w:eastAsia="Times New Roman" w:hAnsi="Times New Roman" w:cs="Times New Roman"/>
          <w:b/>
          <w:color w:val="333333"/>
          <w:lang w:eastAsia="en-GB"/>
        </w:rPr>
      </w:pPr>
      <w:r w:rsidRPr="00961D3A">
        <w:rPr>
          <w:rFonts w:ascii="Times New Roman" w:eastAsia="Times New Roman" w:hAnsi="Times New Roman" w:cs="Times New Roman"/>
          <w:b/>
          <w:color w:val="333333"/>
          <w:lang w:eastAsia="en-GB"/>
        </w:rPr>
        <w:t>MATRICE SWOT</w:t>
      </w:r>
    </w:p>
    <w:p w14:paraId="65B9E84B" w14:textId="77777777" w:rsidR="00F61352" w:rsidRPr="00961D3A" w:rsidRDefault="00F61352" w:rsidP="00F61352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</w:p>
    <w:p w14:paraId="03872505" w14:textId="581B9B82" w:rsidR="00D81373" w:rsidRPr="00961D3A" w:rsidRDefault="00F61352" w:rsidP="00A43502">
      <w:pPr>
        <w:shd w:val="clear" w:color="auto" w:fill="FFFFFF"/>
        <w:spacing w:after="158" w:line="315" w:lineRule="atLeast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961D3A">
        <w:rPr>
          <w:rFonts w:ascii="Times New Roman" w:eastAsia="Times New Roman" w:hAnsi="Times New Roman" w:cs="Times New Roman"/>
          <w:color w:val="333333"/>
          <w:lang w:eastAsia="en-GB"/>
        </w:rPr>
        <w:t>Al termine del</w:t>
      </w:r>
      <w:r w:rsidR="00A43502" w:rsidRPr="00961D3A">
        <w:rPr>
          <w:rFonts w:ascii="Times New Roman" w:eastAsia="Times New Roman" w:hAnsi="Times New Roman" w:cs="Times New Roman"/>
          <w:color w:val="333333"/>
          <w:lang w:eastAsia="en-GB"/>
        </w:rPr>
        <w:t xml:space="preserve"> bilancio delle competenze, </w:t>
      </w:r>
      <w:r w:rsidRPr="00961D3A">
        <w:rPr>
          <w:rFonts w:ascii="Times New Roman" w:eastAsia="Times New Roman" w:hAnsi="Times New Roman" w:cs="Times New Roman"/>
          <w:color w:val="333333"/>
          <w:lang w:eastAsia="en-GB"/>
        </w:rPr>
        <w:t>indichi in maniera sinteti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ca: i propri punti di forza</w:t>
      </w:r>
      <w:r w:rsidR="00A43502" w:rsidRPr="00961D3A">
        <w:rPr>
          <w:rFonts w:ascii="Times New Roman" w:eastAsia="Times New Roman" w:hAnsi="Times New Roman" w:cs="Times New Roman"/>
          <w:color w:val="333333"/>
          <w:lang w:eastAsia="en-GB"/>
        </w:rPr>
        <w:t xml:space="preserve"> (S): ossia le aree di competenza nelle quali ci si sente già forti/esperti e quelli di debolezz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a</w:t>
      </w:r>
      <w:r w:rsidR="00A43502" w:rsidRPr="00961D3A">
        <w:rPr>
          <w:rFonts w:ascii="Times New Roman" w:eastAsia="Times New Roman" w:hAnsi="Times New Roman" w:cs="Times New Roman"/>
          <w:color w:val="333333"/>
          <w:lang w:eastAsia="en-GB"/>
        </w:rPr>
        <w:t xml:space="preserve"> (W)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, ossia le aree di competenza che si ritiene di dover sviluppare.</w:t>
      </w:r>
    </w:p>
    <w:p w14:paraId="657CDD97" w14:textId="624D84BC" w:rsidR="00F61352" w:rsidRPr="00961D3A" w:rsidRDefault="00A43502" w:rsidP="00A43502">
      <w:pPr>
        <w:shd w:val="clear" w:color="auto" w:fill="FFFFFF"/>
        <w:spacing w:after="158" w:line="315" w:lineRule="atLeast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961D3A">
        <w:rPr>
          <w:rFonts w:ascii="Times New Roman" w:eastAsia="Times New Roman" w:hAnsi="Times New Roman" w:cs="Times New Roman"/>
          <w:color w:val="333333"/>
          <w:lang w:eastAsia="en-GB"/>
        </w:rPr>
        <w:t>I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 xml:space="preserve">ndichi, inoltre, le opportunità che rileva nella sua situazione (attività di formazione, collaborazione con i colleghi e/o con il </w:t>
      </w:r>
      <w:proofErr w:type="gramStart"/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tutor</w:t>
      </w:r>
      <w:r w:rsidR="00443C73">
        <w:rPr>
          <w:rFonts w:ascii="Times New Roman" w:eastAsia="Times New Roman" w:hAnsi="Times New Roman" w:cs="Times New Roman"/>
          <w:color w:val="333333"/>
          <w:lang w:eastAsia="en-GB"/>
        </w:rPr>
        <w:t>,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…</w:t>
      </w:r>
      <w:proofErr w:type="gramEnd"/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>) e le minacce (</w:t>
      </w:r>
      <w:r w:rsidRPr="00961D3A">
        <w:rPr>
          <w:rFonts w:ascii="Times New Roman" w:eastAsia="Times New Roman" w:hAnsi="Times New Roman" w:cs="Times New Roman"/>
          <w:color w:val="333333"/>
          <w:lang w:eastAsia="en-GB"/>
        </w:rPr>
        <w:t>ansie e timori,…)</w:t>
      </w:r>
      <w:r w:rsidR="00D81373" w:rsidRPr="00961D3A">
        <w:rPr>
          <w:rFonts w:ascii="Times New Roman" w:eastAsia="Times New Roman" w:hAnsi="Times New Roman" w:cs="Times New Roman"/>
          <w:color w:val="333333"/>
          <w:lang w:eastAsia="en-GB"/>
        </w:rPr>
        <w:t xml:space="preserve"> </w:t>
      </w:r>
    </w:p>
    <w:p w14:paraId="12A1D21B" w14:textId="77777777" w:rsidR="007B65F6" w:rsidRPr="00961D3A" w:rsidRDefault="007B65F6" w:rsidP="00C4095D">
      <w:pPr>
        <w:shd w:val="clear" w:color="auto" w:fill="FFFFFF"/>
        <w:spacing w:after="158" w:line="315" w:lineRule="atLeast"/>
        <w:rPr>
          <w:rFonts w:ascii="Times New Roman" w:eastAsia="Times New Roman" w:hAnsi="Times New Roman" w:cs="Times New Roman"/>
          <w:color w:val="333333"/>
          <w:lang w:eastAsia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7B65F6" w:rsidRPr="00961D3A" w14:paraId="0D28C4E1" w14:textId="77777777" w:rsidTr="007B65F6">
        <w:tc>
          <w:tcPr>
            <w:tcW w:w="7138" w:type="dxa"/>
          </w:tcPr>
          <w:p w14:paraId="18B5A775" w14:textId="7A59F24B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961D3A">
              <w:rPr>
                <w:rFonts w:ascii="Times New Roman" w:hAnsi="Times New Roman" w:cs="Times New Roman"/>
                <w:b/>
              </w:rPr>
              <w:t>S – Punti di forza</w:t>
            </w:r>
          </w:p>
        </w:tc>
        <w:tc>
          <w:tcPr>
            <w:tcW w:w="7139" w:type="dxa"/>
          </w:tcPr>
          <w:p w14:paraId="0BE5E256" w14:textId="5F07FDE6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961D3A">
              <w:rPr>
                <w:rFonts w:ascii="Times New Roman" w:hAnsi="Times New Roman" w:cs="Times New Roman"/>
                <w:b/>
              </w:rPr>
              <w:t>W – Punti di debolezza</w:t>
            </w:r>
            <w:r w:rsidR="00D12D05">
              <w:rPr>
                <w:rFonts w:ascii="Times New Roman" w:hAnsi="Times New Roman" w:cs="Times New Roman"/>
                <w:b/>
              </w:rPr>
              <w:t>/sviluppo</w:t>
            </w:r>
          </w:p>
        </w:tc>
      </w:tr>
      <w:tr w:rsidR="007B65F6" w:rsidRPr="00961D3A" w14:paraId="20E0B5E4" w14:textId="77777777" w:rsidTr="001406F9">
        <w:trPr>
          <w:trHeight w:val="516"/>
        </w:trPr>
        <w:tc>
          <w:tcPr>
            <w:tcW w:w="7138" w:type="dxa"/>
          </w:tcPr>
          <w:p w14:paraId="758D9F3B" w14:textId="77777777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  <w:p w14:paraId="292EEC96" w14:textId="0394865C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3F32C8B" w14:textId="5300C861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6014230D" w14:textId="7F91A68D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1AF6098" w14:textId="77777777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01591B9" w14:textId="55228AAD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9" w:type="dxa"/>
          </w:tcPr>
          <w:p w14:paraId="068469EF" w14:textId="77777777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B65F6" w:rsidRPr="00961D3A" w14:paraId="01F13AB8" w14:textId="77777777" w:rsidTr="007B65F6">
        <w:tc>
          <w:tcPr>
            <w:tcW w:w="7138" w:type="dxa"/>
          </w:tcPr>
          <w:p w14:paraId="3D89D78E" w14:textId="5B9A7035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961D3A">
              <w:rPr>
                <w:rFonts w:ascii="Times New Roman" w:hAnsi="Times New Roman" w:cs="Times New Roman"/>
                <w:b/>
              </w:rPr>
              <w:t xml:space="preserve">O – Opportunità </w:t>
            </w:r>
          </w:p>
        </w:tc>
        <w:tc>
          <w:tcPr>
            <w:tcW w:w="7139" w:type="dxa"/>
          </w:tcPr>
          <w:p w14:paraId="6C1F2592" w14:textId="679DF8D2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  <w:r w:rsidRPr="00961D3A">
              <w:rPr>
                <w:rFonts w:ascii="Times New Roman" w:hAnsi="Times New Roman" w:cs="Times New Roman"/>
                <w:b/>
              </w:rPr>
              <w:t>T - Minacce</w:t>
            </w:r>
          </w:p>
        </w:tc>
      </w:tr>
      <w:tr w:rsidR="007B65F6" w:rsidRPr="00961D3A" w14:paraId="7BEA6808" w14:textId="77777777" w:rsidTr="00241D23">
        <w:trPr>
          <w:trHeight w:val="516"/>
        </w:trPr>
        <w:tc>
          <w:tcPr>
            <w:tcW w:w="7138" w:type="dxa"/>
          </w:tcPr>
          <w:p w14:paraId="3F10B160" w14:textId="77777777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  <w:p w14:paraId="65EAD592" w14:textId="77777777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7220A955" w14:textId="77777777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440589F" w14:textId="77777777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  <w:p w14:paraId="1E664EE2" w14:textId="6A0D1DE2" w:rsidR="00A43502" w:rsidRPr="00961D3A" w:rsidRDefault="00A43502" w:rsidP="00C409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9" w:type="dxa"/>
          </w:tcPr>
          <w:p w14:paraId="55ECE3C2" w14:textId="77777777" w:rsidR="007B65F6" w:rsidRPr="00961D3A" w:rsidRDefault="007B65F6" w:rsidP="00C4095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257DEF8" w14:textId="36B67BFA" w:rsidR="003E0065" w:rsidRPr="00961D3A" w:rsidRDefault="003E0065" w:rsidP="00C4095D">
      <w:pPr>
        <w:rPr>
          <w:rFonts w:ascii="Times New Roman" w:hAnsi="Times New Roman" w:cs="Times New Roman"/>
        </w:rPr>
      </w:pPr>
    </w:p>
    <w:p w14:paraId="210AA200" w14:textId="7E01F806" w:rsidR="00DD5DD2" w:rsidRPr="00961D3A" w:rsidRDefault="00A43502" w:rsidP="00C4095D">
      <w:pPr>
        <w:rPr>
          <w:rFonts w:ascii="Times New Roman" w:hAnsi="Times New Roman" w:cs="Times New Roman"/>
        </w:rPr>
      </w:pPr>
      <w:r w:rsidRPr="00961D3A">
        <w:rPr>
          <w:rFonts w:ascii="Times New Roman" w:hAnsi="Times New Roman" w:cs="Times New Roman"/>
        </w:rPr>
        <w:t>Si scelga, fra i punti di sviluppo (W), quelli che si intende sviluppare in quest’anno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DD5DD2" w14:paraId="22D77F53" w14:textId="77777777" w:rsidTr="00DD5DD2">
        <w:tc>
          <w:tcPr>
            <w:tcW w:w="14277" w:type="dxa"/>
          </w:tcPr>
          <w:p w14:paraId="3616C6DB" w14:textId="67007DFD" w:rsidR="00DD5DD2" w:rsidRPr="00DD5DD2" w:rsidRDefault="00DD5DD2" w:rsidP="00DD5D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1D3A">
              <w:rPr>
                <w:rFonts w:ascii="Times New Roman" w:hAnsi="Times New Roman" w:cs="Times New Roman"/>
                <w:b/>
              </w:rPr>
              <w:t>Obiettivi di sviluppo</w:t>
            </w:r>
          </w:p>
        </w:tc>
      </w:tr>
      <w:tr w:rsidR="00DD5DD2" w14:paraId="66BE5A02" w14:textId="77777777" w:rsidTr="00DD5DD2">
        <w:tc>
          <w:tcPr>
            <w:tcW w:w="14277" w:type="dxa"/>
          </w:tcPr>
          <w:p w14:paraId="3E6EEF56" w14:textId="1CD4A16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023AE4D9" w14:textId="7777777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071967DE" w14:textId="7777777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7D6033F6" w14:textId="77777777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  <w:p w14:paraId="403C5CBB" w14:textId="74B275DA" w:rsidR="00DD5DD2" w:rsidRDefault="00DD5DD2" w:rsidP="00C4095D">
            <w:pPr>
              <w:rPr>
                <w:rFonts w:ascii="Times New Roman" w:hAnsi="Times New Roman" w:cs="Times New Roman"/>
              </w:rPr>
            </w:pPr>
          </w:p>
        </w:tc>
      </w:tr>
    </w:tbl>
    <w:p w14:paraId="1ED8C127" w14:textId="77777777" w:rsidR="00DD5DD2" w:rsidRPr="00C4095D" w:rsidRDefault="00DD5DD2" w:rsidP="00C4095D">
      <w:pPr>
        <w:rPr>
          <w:rFonts w:ascii="Times New Roman" w:hAnsi="Times New Roman" w:cs="Times New Roman"/>
        </w:rPr>
      </w:pPr>
    </w:p>
    <w:sectPr w:rsidR="00DD5DD2" w:rsidRPr="00C4095D" w:rsidSect="00913AE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XGyreAdventor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3373"/>
    <w:multiLevelType w:val="hybridMultilevel"/>
    <w:tmpl w:val="EA7674C2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0F78"/>
    <w:multiLevelType w:val="hybridMultilevel"/>
    <w:tmpl w:val="606811E4"/>
    <w:lvl w:ilvl="0" w:tplc="27DC980C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35BBD"/>
    <w:multiLevelType w:val="hybridMultilevel"/>
    <w:tmpl w:val="3D3A2F4C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212BA"/>
    <w:multiLevelType w:val="hybridMultilevel"/>
    <w:tmpl w:val="49F6CEC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F319C"/>
    <w:multiLevelType w:val="hybridMultilevel"/>
    <w:tmpl w:val="D68E8FA8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B224E"/>
    <w:multiLevelType w:val="hybridMultilevel"/>
    <w:tmpl w:val="72020FF0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61BFC"/>
    <w:multiLevelType w:val="hybridMultilevel"/>
    <w:tmpl w:val="929AB43E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90C70"/>
    <w:multiLevelType w:val="hybridMultilevel"/>
    <w:tmpl w:val="B40CE496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B5E5C"/>
    <w:multiLevelType w:val="hybridMultilevel"/>
    <w:tmpl w:val="552CDED2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337F4"/>
    <w:multiLevelType w:val="hybridMultilevel"/>
    <w:tmpl w:val="717C3A9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C0F08"/>
    <w:multiLevelType w:val="hybridMultilevel"/>
    <w:tmpl w:val="A7BE9FE8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92CE8"/>
    <w:multiLevelType w:val="hybridMultilevel"/>
    <w:tmpl w:val="80B419EA"/>
    <w:lvl w:ilvl="0" w:tplc="27DC98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1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04C"/>
    <w:rsid w:val="00021E3C"/>
    <w:rsid w:val="000613E7"/>
    <w:rsid w:val="00064D16"/>
    <w:rsid w:val="000B534D"/>
    <w:rsid w:val="00132811"/>
    <w:rsid w:val="00193D61"/>
    <w:rsid w:val="001C09FD"/>
    <w:rsid w:val="001C55D4"/>
    <w:rsid w:val="001D5B77"/>
    <w:rsid w:val="001E392B"/>
    <w:rsid w:val="001F4B46"/>
    <w:rsid w:val="00217635"/>
    <w:rsid w:val="00225C82"/>
    <w:rsid w:val="00251254"/>
    <w:rsid w:val="00274E4F"/>
    <w:rsid w:val="002A53E2"/>
    <w:rsid w:val="002D22C4"/>
    <w:rsid w:val="00300AF2"/>
    <w:rsid w:val="003500C3"/>
    <w:rsid w:val="003B1EE5"/>
    <w:rsid w:val="003C4737"/>
    <w:rsid w:val="003E0065"/>
    <w:rsid w:val="00400C75"/>
    <w:rsid w:val="004160FA"/>
    <w:rsid w:val="00443C73"/>
    <w:rsid w:val="004503E5"/>
    <w:rsid w:val="00474659"/>
    <w:rsid w:val="0048558A"/>
    <w:rsid w:val="004A6FE1"/>
    <w:rsid w:val="004D6191"/>
    <w:rsid w:val="004E78FE"/>
    <w:rsid w:val="00505AC1"/>
    <w:rsid w:val="005130CF"/>
    <w:rsid w:val="0061421C"/>
    <w:rsid w:val="00644E56"/>
    <w:rsid w:val="006A2B65"/>
    <w:rsid w:val="006E0CC6"/>
    <w:rsid w:val="006F41F9"/>
    <w:rsid w:val="007245A7"/>
    <w:rsid w:val="00730509"/>
    <w:rsid w:val="00750E04"/>
    <w:rsid w:val="007954BF"/>
    <w:rsid w:val="007B5C72"/>
    <w:rsid w:val="007B65F6"/>
    <w:rsid w:val="0080060F"/>
    <w:rsid w:val="00821F52"/>
    <w:rsid w:val="008615BE"/>
    <w:rsid w:val="008916CA"/>
    <w:rsid w:val="008A0ED7"/>
    <w:rsid w:val="008A47FC"/>
    <w:rsid w:val="008D4FB8"/>
    <w:rsid w:val="008D6AC3"/>
    <w:rsid w:val="008E5A87"/>
    <w:rsid w:val="00913AE2"/>
    <w:rsid w:val="0092504C"/>
    <w:rsid w:val="00961D3A"/>
    <w:rsid w:val="0099592E"/>
    <w:rsid w:val="009A1805"/>
    <w:rsid w:val="009A6B05"/>
    <w:rsid w:val="00A001B5"/>
    <w:rsid w:val="00A34733"/>
    <w:rsid w:val="00A34A60"/>
    <w:rsid w:val="00A43502"/>
    <w:rsid w:val="00A45FBB"/>
    <w:rsid w:val="00A90DE1"/>
    <w:rsid w:val="00AA12CA"/>
    <w:rsid w:val="00AC349D"/>
    <w:rsid w:val="00AE00BB"/>
    <w:rsid w:val="00B6027A"/>
    <w:rsid w:val="00B62C1D"/>
    <w:rsid w:val="00BA77A5"/>
    <w:rsid w:val="00C0173B"/>
    <w:rsid w:val="00C31D79"/>
    <w:rsid w:val="00C4095D"/>
    <w:rsid w:val="00C71A2B"/>
    <w:rsid w:val="00CB20C5"/>
    <w:rsid w:val="00CB7B07"/>
    <w:rsid w:val="00CF6E6E"/>
    <w:rsid w:val="00D12D05"/>
    <w:rsid w:val="00D30AC7"/>
    <w:rsid w:val="00D81373"/>
    <w:rsid w:val="00DA2CFD"/>
    <w:rsid w:val="00DD5DD2"/>
    <w:rsid w:val="00DE4180"/>
    <w:rsid w:val="00DF231E"/>
    <w:rsid w:val="00E4421B"/>
    <w:rsid w:val="00E968F4"/>
    <w:rsid w:val="00EB4611"/>
    <w:rsid w:val="00EC28CB"/>
    <w:rsid w:val="00EC6E63"/>
    <w:rsid w:val="00EE2001"/>
    <w:rsid w:val="00F27136"/>
    <w:rsid w:val="00F6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D9CB"/>
  <w15:chartTrackingRefBased/>
  <w15:docId w15:val="{6DBC722F-CEF1-40B4-B306-EC7889C1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1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3AE2"/>
    <w:pPr>
      <w:spacing w:after="0" w:line="240" w:lineRule="auto"/>
      <w:ind w:left="720"/>
      <w:contextualSpacing/>
      <w:jc w:val="both"/>
    </w:pPr>
    <w:rPr>
      <w:rFonts w:ascii="TeXGyreAdventor" w:eastAsia="TeXGyreAdventor" w:hAnsi="TeXGyreAdventor" w:cs="TeXGyreAdventor"/>
      <w:color w:val="000000"/>
      <w:lang w:eastAsia="it-IT"/>
    </w:rPr>
  </w:style>
  <w:style w:type="paragraph" w:styleId="NormaleWeb">
    <w:name w:val="Normal (Web)"/>
    <w:basedOn w:val="Normale"/>
    <w:unhideWhenUsed/>
    <w:rsid w:val="0091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6E0CC6"/>
    <w:pPr>
      <w:spacing w:after="0" w:line="240" w:lineRule="auto"/>
    </w:pPr>
    <w:rPr>
      <w:rFonts w:ascii="Calibri" w:eastAsia="Calibri" w:hAnsi="Calibri" w:cs="Times New Roman"/>
      <w:szCs w:val="21"/>
      <w:lang w:val="en-GB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E0CC6"/>
    <w:rPr>
      <w:rFonts w:ascii="Calibri" w:eastAsia="Calibri" w:hAnsi="Calibri" w:cs="Times New Roman"/>
      <w:szCs w:val="21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176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6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6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6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63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ECD70-C3E0-44BB-8E17-1B0FEEF0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E35D0714.dotm</Template>
  <TotalTime>0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ScientificNetwork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Chianese</dc:creator>
  <cp:keywords/>
  <dc:description/>
  <cp:lastModifiedBy>Valer, Mauro</cp:lastModifiedBy>
  <cp:revision>7</cp:revision>
  <dcterms:created xsi:type="dcterms:W3CDTF">2017-10-07T12:45:00Z</dcterms:created>
  <dcterms:modified xsi:type="dcterms:W3CDTF">2019-09-18T12:07:00Z</dcterms:modified>
</cp:coreProperties>
</file>